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1665772"/>
        <w:docPartObj>
          <w:docPartGallery w:val="Cover Pages"/>
          <w:docPartUnique/>
        </w:docPartObj>
      </w:sdtPr>
      <w:sdtEndPr/>
      <w:sdtContent>
        <w:p w14:paraId="3662ECDB" w14:textId="0A585A8E" w:rsidR="00FB0593" w:rsidRDefault="00FB0593"/>
        <w:p w14:paraId="2AF4035C" w14:textId="4357D9CF" w:rsidR="00FB0593" w:rsidRDefault="00FB0593">
          <w:r>
            <w:rPr>
              <w:noProof/>
              <w:lang w:val="en-NZ" w:eastAsia="en-NZ"/>
            </w:rPr>
            <mc:AlternateContent>
              <mc:Choice Requires="wps">
                <w:drawing>
                  <wp:anchor distT="0" distB="0" distL="182880" distR="182880" simplePos="0" relativeHeight="251668480" behindDoc="0" locked="0" layoutInCell="1" allowOverlap="1" wp14:anchorId="10057C5D" wp14:editId="3D80A718">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190E7A" w14:textId="1FF1B589" w:rsidR="00FB0593" w:rsidRPr="008D128E" w:rsidRDefault="00091FED">
                                <w:pPr>
                                  <w:pStyle w:val="NoSpacing"/>
                                  <w:spacing w:before="40" w:after="560" w:line="216" w:lineRule="auto"/>
                                  <w:rPr>
                                    <w:color w:val="B01513" w:themeColor="accent1"/>
                                    <w:sz w:val="72"/>
                                    <w:szCs w:val="72"/>
                                    <w:lang w:val="en-NZ"/>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FC650C">
                                      <w:rPr>
                                        <w:color w:val="B01513" w:themeColor="accent1"/>
                                        <w:sz w:val="72"/>
                                        <w:szCs w:val="72"/>
                                      </w:rPr>
                                      <w:t>Lab 2</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694D608B" w14:textId="66B84BE0" w:rsidR="00FB0593" w:rsidRPr="008D128E" w:rsidRDefault="00FC650C">
                                    <w:pPr>
                                      <w:pStyle w:val="NoSpacing"/>
                                      <w:spacing w:before="40" w:after="40"/>
                                      <w:rPr>
                                        <w:caps/>
                                        <w:color w:val="2A424D" w:themeColor="accent5" w:themeShade="80"/>
                                        <w:sz w:val="28"/>
                                        <w:szCs w:val="28"/>
                                        <w:lang w:val="en-NZ"/>
                                      </w:rPr>
                                    </w:pPr>
                                    <w:r>
                                      <w:rPr>
                                        <w:caps/>
                                        <w:color w:val="2A424D" w:themeColor="accent5" w:themeShade="80"/>
                                        <w:sz w:val="28"/>
                                        <w:szCs w:val="28"/>
                                      </w:rPr>
                                      <w:t>PROGRAMMING III</w:t>
                                    </w:r>
                                    <w:r w:rsidR="007A029C">
                                      <w:rPr>
                                        <w:caps/>
                                        <w:color w:val="2A424D" w:themeColor="accent5" w:themeShade="80"/>
                                        <w:sz w:val="28"/>
                                        <w:szCs w:val="28"/>
                                      </w:rPr>
                                      <w:t xml:space="preserve"> – IT73</w:t>
                                    </w:r>
                                    <w:r>
                                      <w:rPr>
                                        <w:caps/>
                                        <w:color w:val="2A424D" w:themeColor="accent5" w:themeShade="80"/>
                                        <w:sz w:val="28"/>
                                        <w:szCs w:val="28"/>
                                      </w:rPr>
                                      <w:t>74</w:t>
                                    </w:r>
                                  </w:p>
                                </w:sdtContent>
                              </w:sdt>
                              <w:sdt>
                                <w:sdtPr>
                                  <w:rPr>
                                    <w:caps/>
                                    <w:color w:val="54849A" w:themeColor="accent5"/>
                                    <w:sz w:val="24"/>
                                    <w:szCs w:val="24"/>
                                    <w:lang w:val="en-NZ"/>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87DB466" w14:textId="24F4540A" w:rsidR="00FB0593" w:rsidRPr="008D128E" w:rsidRDefault="00FB0593">
                                    <w:pPr>
                                      <w:pStyle w:val="NoSpacing"/>
                                      <w:spacing w:before="80" w:after="40"/>
                                      <w:rPr>
                                        <w:caps/>
                                        <w:color w:val="54849A" w:themeColor="accent5"/>
                                        <w:sz w:val="24"/>
                                        <w:szCs w:val="24"/>
                                        <w:lang w:val="en-NZ"/>
                                      </w:rPr>
                                    </w:pPr>
                                    <w:r w:rsidRPr="008D128E">
                                      <w:rPr>
                                        <w:caps/>
                                        <w:color w:val="54849A" w:themeColor="accent5"/>
                                        <w:sz w:val="24"/>
                                        <w:szCs w:val="24"/>
                                        <w:lang w:val="en-NZ"/>
                                      </w:rPr>
                                      <w:t>Rodrigo Costa #2141030</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10057C5D" id="_x0000_t202" coordsize="21600,21600" o:spt="202" path="m,l,21600r21600,l21600,xe">
                    <v:stroke joinstyle="miter"/>
                    <v:path gradientshapeok="t" o:connecttype="rect"/>
                  </v:shapetype>
                  <v:shape id="Text Box 131" o:spid="_x0000_s1026" type="#_x0000_t202" style="position:absolute;margin-left:0;margin-top:0;width:369pt;height:529.2pt;z-index:251668480;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14:paraId="71190E7A" w14:textId="1FF1B589" w:rsidR="00FB0593" w:rsidRPr="008D128E" w:rsidRDefault="00091FED">
                          <w:pPr>
                            <w:pStyle w:val="NoSpacing"/>
                            <w:spacing w:before="40" w:after="560" w:line="216" w:lineRule="auto"/>
                            <w:rPr>
                              <w:color w:val="B01513" w:themeColor="accent1"/>
                              <w:sz w:val="72"/>
                              <w:szCs w:val="72"/>
                              <w:lang w:val="en-NZ"/>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FC650C">
                                <w:rPr>
                                  <w:color w:val="B01513" w:themeColor="accent1"/>
                                  <w:sz w:val="72"/>
                                  <w:szCs w:val="72"/>
                                </w:rPr>
                                <w:t>Lab 2</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694D608B" w14:textId="66B84BE0" w:rsidR="00FB0593" w:rsidRPr="008D128E" w:rsidRDefault="00FC650C">
                              <w:pPr>
                                <w:pStyle w:val="NoSpacing"/>
                                <w:spacing w:before="40" w:after="40"/>
                                <w:rPr>
                                  <w:caps/>
                                  <w:color w:val="2A424D" w:themeColor="accent5" w:themeShade="80"/>
                                  <w:sz w:val="28"/>
                                  <w:szCs w:val="28"/>
                                  <w:lang w:val="en-NZ"/>
                                </w:rPr>
                              </w:pPr>
                              <w:r>
                                <w:rPr>
                                  <w:caps/>
                                  <w:color w:val="2A424D" w:themeColor="accent5" w:themeShade="80"/>
                                  <w:sz w:val="28"/>
                                  <w:szCs w:val="28"/>
                                </w:rPr>
                                <w:t>PROGRAMMING III</w:t>
                              </w:r>
                              <w:r w:rsidR="007A029C">
                                <w:rPr>
                                  <w:caps/>
                                  <w:color w:val="2A424D" w:themeColor="accent5" w:themeShade="80"/>
                                  <w:sz w:val="28"/>
                                  <w:szCs w:val="28"/>
                                </w:rPr>
                                <w:t xml:space="preserve"> – IT73</w:t>
                              </w:r>
                              <w:r>
                                <w:rPr>
                                  <w:caps/>
                                  <w:color w:val="2A424D" w:themeColor="accent5" w:themeShade="80"/>
                                  <w:sz w:val="28"/>
                                  <w:szCs w:val="28"/>
                                </w:rPr>
                                <w:t>74</w:t>
                              </w:r>
                            </w:p>
                          </w:sdtContent>
                        </w:sdt>
                        <w:sdt>
                          <w:sdtPr>
                            <w:rPr>
                              <w:caps/>
                              <w:color w:val="54849A" w:themeColor="accent5"/>
                              <w:sz w:val="24"/>
                              <w:szCs w:val="24"/>
                              <w:lang w:val="en-NZ"/>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87DB466" w14:textId="24F4540A" w:rsidR="00FB0593" w:rsidRPr="008D128E" w:rsidRDefault="00FB0593">
                              <w:pPr>
                                <w:pStyle w:val="NoSpacing"/>
                                <w:spacing w:before="80" w:after="40"/>
                                <w:rPr>
                                  <w:caps/>
                                  <w:color w:val="54849A" w:themeColor="accent5"/>
                                  <w:sz w:val="24"/>
                                  <w:szCs w:val="24"/>
                                  <w:lang w:val="en-NZ"/>
                                </w:rPr>
                              </w:pPr>
                              <w:r w:rsidRPr="008D128E">
                                <w:rPr>
                                  <w:caps/>
                                  <w:color w:val="54849A" w:themeColor="accent5"/>
                                  <w:sz w:val="24"/>
                                  <w:szCs w:val="24"/>
                                  <w:lang w:val="en-NZ"/>
                                </w:rPr>
                                <w:t>Rodrigo Costa #2141030</w:t>
                              </w:r>
                            </w:p>
                          </w:sdtContent>
                        </w:sdt>
                      </w:txbxContent>
                    </v:textbox>
                    <w10:wrap type="square" anchorx="margin" anchory="page"/>
                  </v:shape>
                </w:pict>
              </mc:Fallback>
            </mc:AlternateContent>
          </w:r>
          <w:r>
            <w:rPr>
              <w:noProof/>
              <w:lang w:val="en-NZ" w:eastAsia="en-NZ"/>
            </w:rPr>
            <mc:AlternateContent>
              <mc:Choice Requires="wps">
                <w:drawing>
                  <wp:anchor distT="0" distB="0" distL="114300" distR="114300" simplePos="0" relativeHeight="251667456" behindDoc="0" locked="0" layoutInCell="1" allowOverlap="1" wp14:anchorId="0B971D1D" wp14:editId="3F448966">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EndPr/>
                                <w:sdtContent>
                                  <w:p w14:paraId="697E8937" w14:textId="1E01FD9E" w:rsidR="00FB0593" w:rsidRDefault="00FB0593">
                                    <w:pPr>
                                      <w:pStyle w:val="NoSpacing"/>
                                      <w:jc w:val="right"/>
                                      <w:rPr>
                                        <w:color w:val="FFFFFF" w:themeColor="background1"/>
                                        <w:sz w:val="24"/>
                                        <w:szCs w:val="24"/>
                                      </w:rPr>
                                    </w:pPr>
                                    <w:r>
                                      <w:rPr>
                                        <w:color w:val="FFFFFF" w:themeColor="background1"/>
                                        <w:sz w:val="24"/>
                                        <w:szCs w:val="24"/>
                                      </w:rPr>
                                      <w:t>201</w:t>
                                    </w:r>
                                    <w:r w:rsidR="00FC650C">
                                      <w:rPr>
                                        <w:color w:val="FFFFFF" w:themeColor="background1"/>
                                        <w:sz w:val="24"/>
                                        <w:szCs w:val="24"/>
                                      </w:rPr>
                                      <w:t>6</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0B971D1D" id="Rectangle 132" o:spid="_x0000_s1027" style="position:absolute;margin-left:-4.4pt;margin-top:0;width:46.8pt;height:77.75pt;z-index:25166745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6-01-01T00:00:00Z">
                              <w:dateFormat w:val="yyyy"/>
                              <w:lid w:val="en-US"/>
                              <w:storeMappedDataAs w:val="dateTime"/>
                              <w:calendar w:val="gregorian"/>
                            </w:date>
                          </w:sdtPr>
                          <w:sdtEndPr/>
                          <w:sdtContent>
                            <w:p w14:paraId="697E8937" w14:textId="1E01FD9E" w:rsidR="00FB0593" w:rsidRDefault="00FB0593">
                              <w:pPr>
                                <w:pStyle w:val="NoSpacing"/>
                                <w:jc w:val="right"/>
                                <w:rPr>
                                  <w:color w:val="FFFFFF" w:themeColor="background1"/>
                                  <w:sz w:val="24"/>
                                  <w:szCs w:val="24"/>
                                </w:rPr>
                              </w:pPr>
                              <w:r>
                                <w:rPr>
                                  <w:color w:val="FFFFFF" w:themeColor="background1"/>
                                  <w:sz w:val="24"/>
                                  <w:szCs w:val="24"/>
                                </w:rPr>
                                <w:t>201</w:t>
                              </w:r>
                              <w:r w:rsidR="00FC650C">
                                <w:rPr>
                                  <w:color w:val="FFFFFF" w:themeColor="background1"/>
                                  <w:sz w:val="24"/>
                                  <w:szCs w:val="24"/>
                                </w:rPr>
                                <w:t>6</w:t>
                              </w:r>
                            </w:p>
                          </w:sdtContent>
                        </w:sdt>
                      </w:txbxContent>
                    </v:textbox>
                    <w10:wrap anchorx="margin" anchory="page"/>
                  </v:rect>
                </w:pict>
              </mc:Fallback>
            </mc:AlternateContent>
          </w:r>
          <w:r>
            <w:br w:type="page"/>
          </w:r>
        </w:p>
      </w:sdtContent>
    </w:sdt>
    <w:p w14:paraId="1E5A6B30" w14:textId="77777777" w:rsidR="00FB0593" w:rsidRDefault="00FB0593">
      <w:pPr>
        <w:rPr>
          <w:rFonts w:asciiTheme="majorHAnsi" w:eastAsiaTheme="majorEastAsia" w:hAnsiTheme="majorHAnsi" w:cstheme="majorBidi"/>
          <w:color w:val="B01513" w:themeColor="accent1"/>
          <w:kern w:val="28"/>
          <w:sz w:val="40"/>
          <w:szCs w:val="40"/>
        </w:rPr>
      </w:pPr>
      <w:r>
        <w:rPr>
          <w:sz w:val="40"/>
          <w:szCs w:val="40"/>
        </w:rPr>
        <w:lastRenderedPageBreak/>
        <w:br w:type="page"/>
      </w:r>
    </w:p>
    <w:sdt>
      <w:sdtPr>
        <w:id w:val="-1034581331"/>
        <w:docPartObj>
          <w:docPartGallery w:val="Table of Contents"/>
          <w:docPartUnique/>
        </w:docPartObj>
      </w:sdtPr>
      <w:sdtEndPr>
        <w:rPr>
          <w:rFonts w:asciiTheme="minorHAnsi" w:eastAsiaTheme="minorEastAsia" w:hAnsiTheme="minorHAnsi" w:cstheme="minorBidi"/>
          <w:b/>
          <w:bCs/>
          <w:noProof/>
          <w:color w:val="auto"/>
          <w:sz w:val="17"/>
          <w:szCs w:val="17"/>
          <w:lang w:eastAsia="ja-JP"/>
        </w:rPr>
      </w:sdtEndPr>
      <w:sdtContent>
        <w:p w14:paraId="57F2305D" w14:textId="7D7DE0ED" w:rsidR="00B87E71" w:rsidRDefault="00B87E71">
          <w:pPr>
            <w:pStyle w:val="TOCHeading"/>
          </w:pPr>
          <w:r>
            <w:t>Contents</w:t>
          </w:r>
        </w:p>
        <w:p w14:paraId="0325BA60" w14:textId="44704C6B" w:rsidR="00B87E71" w:rsidRDefault="00B87E71">
          <w:pPr>
            <w:pStyle w:val="TOC1"/>
            <w:tabs>
              <w:tab w:val="right" w:leader="dot" w:pos="9350"/>
            </w:tabs>
            <w:rPr>
              <w:noProof/>
              <w:sz w:val="22"/>
              <w:szCs w:val="22"/>
              <w:lang w:val="en-NZ" w:eastAsia="en-NZ"/>
            </w:rPr>
          </w:pPr>
          <w:r>
            <w:fldChar w:fldCharType="begin"/>
          </w:r>
          <w:r>
            <w:instrText xml:space="preserve"> TOC \o "1-3" \h \z \u </w:instrText>
          </w:r>
          <w:r>
            <w:fldChar w:fldCharType="separate"/>
          </w:r>
          <w:hyperlink w:anchor="_Toc445923056" w:history="1">
            <w:r w:rsidRPr="00022D5B">
              <w:rPr>
                <w:rStyle w:val="Hyperlink"/>
                <w:noProof/>
              </w:rPr>
              <w:t>Exercise 2</w:t>
            </w:r>
            <w:r>
              <w:rPr>
                <w:noProof/>
                <w:webHidden/>
              </w:rPr>
              <w:tab/>
            </w:r>
            <w:r>
              <w:rPr>
                <w:noProof/>
                <w:webHidden/>
              </w:rPr>
              <w:fldChar w:fldCharType="begin"/>
            </w:r>
            <w:r>
              <w:rPr>
                <w:noProof/>
                <w:webHidden/>
              </w:rPr>
              <w:instrText xml:space="preserve"> PAGEREF _Toc445923056 \h </w:instrText>
            </w:r>
            <w:r>
              <w:rPr>
                <w:noProof/>
                <w:webHidden/>
              </w:rPr>
            </w:r>
            <w:r>
              <w:rPr>
                <w:noProof/>
                <w:webHidden/>
              </w:rPr>
              <w:fldChar w:fldCharType="separate"/>
            </w:r>
            <w:r>
              <w:rPr>
                <w:noProof/>
                <w:webHidden/>
              </w:rPr>
              <w:t>3</w:t>
            </w:r>
            <w:r>
              <w:rPr>
                <w:noProof/>
                <w:webHidden/>
              </w:rPr>
              <w:fldChar w:fldCharType="end"/>
            </w:r>
          </w:hyperlink>
        </w:p>
        <w:p w14:paraId="596BB550" w14:textId="325B1435" w:rsidR="00B87E71" w:rsidRDefault="00B87E71">
          <w:pPr>
            <w:pStyle w:val="TOC2"/>
            <w:tabs>
              <w:tab w:val="right" w:leader="dot" w:pos="9350"/>
            </w:tabs>
            <w:rPr>
              <w:noProof/>
              <w:sz w:val="22"/>
              <w:szCs w:val="22"/>
              <w:lang w:val="en-NZ" w:eastAsia="en-NZ"/>
            </w:rPr>
          </w:pPr>
          <w:hyperlink w:anchor="_Toc445923057" w:history="1">
            <w:r w:rsidRPr="00022D5B">
              <w:rPr>
                <w:rStyle w:val="Hyperlink"/>
                <w:noProof/>
              </w:rPr>
              <w:t>Read chapter 10 (only p.449 – 454) from Bruce Eckel  Implement abstract class Shape. Derive Square and Circle from Shape. Create ArrayList of Shapes and populate it with Square and Circle objects. Write Code to count the number of each type of shape in the array list.</w:t>
            </w:r>
            <w:r>
              <w:rPr>
                <w:noProof/>
                <w:webHidden/>
              </w:rPr>
              <w:tab/>
            </w:r>
            <w:r>
              <w:rPr>
                <w:noProof/>
                <w:webHidden/>
              </w:rPr>
              <w:fldChar w:fldCharType="begin"/>
            </w:r>
            <w:r>
              <w:rPr>
                <w:noProof/>
                <w:webHidden/>
              </w:rPr>
              <w:instrText xml:space="preserve"> PAGEREF _Toc445923057 \h </w:instrText>
            </w:r>
            <w:r>
              <w:rPr>
                <w:noProof/>
                <w:webHidden/>
              </w:rPr>
            </w:r>
            <w:r>
              <w:rPr>
                <w:noProof/>
                <w:webHidden/>
              </w:rPr>
              <w:fldChar w:fldCharType="separate"/>
            </w:r>
            <w:r>
              <w:rPr>
                <w:noProof/>
                <w:webHidden/>
              </w:rPr>
              <w:t>3</w:t>
            </w:r>
            <w:r>
              <w:rPr>
                <w:noProof/>
                <w:webHidden/>
              </w:rPr>
              <w:fldChar w:fldCharType="end"/>
            </w:r>
          </w:hyperlink>
        </w:p>
        <w:p w14:paraId="1417A000" w14:textId="6B1CE70A" w:rsidR="00B87E71" w:rsidRDefault="00B87E71">
          <w:pPr>
            <w:pStyle w:val="TOC1"/>
            <w:tabs>
              <w:tab w:val="right" w:leader="dot" w:pos="9350"/>
            </w:tabs>
            <w:rPr>
              <w:noProof/>
              <w:sz w:val="22"/>
              <w:szCs w:val="22"/>
              <w:lang w:val="en-NZ" w:eastAsia="en-NZ"/>
            </w:rPr>
          </w:pPr>
          <w:hyperlink w:anchor="_Toc445923058" w:history="1">
            <w:r w:rsidRPr="00022D5B">
              <w:rPr>
                <w:rStyle w:val="Hyperlink"/>
                <w:noProof/>
              </w:rPr>
              <w:t>Exercise 4</w:t>
            </w:r>
            <w:r>
              <w:rPr>
                <w:noProof/>
                <w:webHidden/>
              </w:rPr>
              <w:tab/>
            </w:r>
            <w:r>
              <w:rPr>
                <w:noProof/>
                <w:webHidden/>
              </w:rPr>
              <w:fldChar w:fldCharType="begin"/>
            </w:r>
            <w:r>
              <w:rPr>
                <w:noProof/>
                <w:webHidden/>
              </w:rPr>
              <w:instrText xml:space="preserve"> PAGEREF _Toc445923058 \h </w:instrText>
            </w:r>
            <w:r>
              <w:rPr>
                <w:noProof/>
                <w:webHidden/>
              </w:rPr>
            </w:r>
            <w:r>
              <w:rPr>
                <w:noProof/>
                <w:webHidden/>
              </w:rPr>
              <w:fldChar w:fldCharType="separate"/>
            </w:r>
            <w:r>
              <w:rPr>
                <w:noProof/>
                <w:webHidden/>
              </w:rPr>
              <w:t>4</w:t>
            </w:r>
            <w:r>
              <w:rPr>
                <w:noProof/>
                <w:webHidden/>
              </w:rPr>
              <w:fldChar w:fldCharType="end"/>
            </w:r>
          </w:hyperlink>
        </w:p>
        <w:p w14:paraId="6961D3A0" w14:textId="513856E4" w:rsidR="00B87E71" w:rsidRDefault="00B87E71">
          <w:pPr>
            <w:pStyle w:val="TOC2"/>
            <w:tabs>
              <w:tab w:val="right" w:leader="dot" w:pos="9350"/>
            </w:tabs>
            <w:rPr>
              <w:noProof/>
              <w:sz w:val="22"/>
              <w:szCs w:val="22"/>
              <w:lang w:val="en-NZ" w:eastAsia="en-NZ"/>
            </w:rPr>
          </w:pPr>
          <w:hyperlink w:anchor="_Toc445923059" w:history="1">
            <w:r w:rsidRPr="00022D5B">
              <w:rPr>
                <w:rStyle w:val="Hyperlink"/>
                <w:noProof/>
              </w:rPr>
              <w:t>Taking a Java Class and finding any information with the implementation of a reflection.</w:t>
            </w:r>
            <w:r>
              <w:rPr>
                <w:noProof/>
                <w:webHidden/>
              </w:rPr>
              <w:tab/>
            </w:r>
            <w:r>
              <w:rPr>
                <w:noProof/>
                <w:webHidden/>
              </w:rPr>
              <w:fldChar w:fldCharType="begin"/>
            </w:r>
            <w:r>
              <w:rPr>
                <w:noProof/>
                <w:webHidden/>
              </w:rPr>
              <w:instrText xml:space="preserve"> PAGEREF _Toc445923059 \h </w:instrText>
            </w:r>
            <w:r>
              <w:rPr>
                <w:noProof/>
                <w:webHidden/>
              </w:rPr>
            </w:r>
            <w:r>
              <w:rPr>
                <w:noProof/>
                <w:webHidden/>
              </w:rPr>
              <w:fldChar w:fldCharType="separate"/>
            </w:r>
            <w:r>
              <w:rPr>
                <w:noProof/>
                <w:webHidden/>
              </w:rPr>
              <w:t>4</w:t>
            </w:r>
            <w:r>
              <w:rPr>
                <w:noProof/>
                <w:webHidden/>
              </w:rPr>
              <w:fldChar w:fldCharType="end"/>
            </w:r>
          </w:hyperlink>
        </w:p>
        <w:p w14:paraId="01364A30" w14:textId="796A48F5" w:rsidR="00B87E71" w:rsidRDefault="00B87E71">
          <w:r>
            <w:rPr>
              <w:b/>
              <w:bCs/>
              <w:noProof/>
            </w:rPr>
            <w:fldChar w:fldCharType="end"/>
          </w:r>
        </w:p>
      </w:sdtContent>
    </w:sdt>
    <w:p w14:paraId="76FB7F8F" w14:textId="77777777" w:rsidR="00AE03C9" w:rsidRDefault="00AE03C9">
      <w:pPr>
        <w:rPr>
          <w:sz w:val="40"/>
          <w:szCs w:val="40"/>
        </w:rPr>
      </w:pPr>
      <w:r>
        <w:rPr>
          <w:sz w:val="40"/>
          <w:szCs w:val="40"/>
        </w:rPr>
        <w:br w:type="page"/>
      </w:r>
    </w:p>
    <w:p w14:paraId="11D0B84F" w14:textId="2CE001D8" w:rsidR="00BC6FD1" w:rsidRDefault="00FE6E1F" w:rsidP="006143BC">
      <w:pPr>
        <w:pStyle w:val="Heading1"/>
      </w:pPr>
      <w:bookmarkStart w:id="0" w:name="_Toc445923056"/>
      <w:r>
        <w:lastRenderedPageBreak/>
        <w:t>Exercise 2</w:t>
      </w:r>
      <w:bookmarkEnd w:id="0"/>
    </w:p>
    <w:p w14:paraId="579112E3" w14:textId="2308F5C3" w:rsidR="00681AA1" w:rsidRPr="001221C7" w:rsidRDefault="00FE6E1F" w:rsidP="00FE6E1F">
      <w:pPr>
        <w:pStyle w:val="Heading2"/>
      </w:pPr>
      <w:bookmarkStart w:id="1" w:name="_Toc445923057"/>
      <w:r>
        <w:t xml:space="preserve">Read chapter 10 (only p.449 – 454) from Bruce </w:t>
      </w:r>
      <w:proofErr w:type="spellStart"/>
      <w:r>
        <w:t>Eckel</w:t>
      </w:r>
      <w:proofErr w:type="spellEnd"/>
      <w:r>
        <w:br/>
      </w:r>
      <w:r>
        <w:br/>
        <w:t xml:space="preserve">Implement abstract class Shape. Derive Square and Circle from Shape. Create </w:t>
      </w:r>
      <w:proofErr w:type="spellStart"/>
      <w:r>
        <w:t>ArrayList</w:t>
      </w:r>
      <w:proofErr w:type="spellEnd"/>
      <w:r>
        <w:t xml:space="preserve"> of Shapes and populate it with Square and Circle objects. Write Code to count the number of each type of shape in the array list.</w:t>
      </w:r>
      <w:bookmarkEnd w:id="1"/>
    </w:p>
    <w:p w14:paraId="34CC2CD3" w14:textId="79C2F741" w:rsidR="006241CE" w:rsidRDefault="006241CE" w:rsidP="00BC6FD1">
      <w:pPr>
        <w:jc w:val="both"/>
        <w:rPr>
          <w:noProof/>
          <w:lang w:val="en-NZ" w:eastAsia="en-NZ"/>
        </w:rPr>
      </w:pPr>
    </w:p>
    <w:p w14:paraId="47946F73" w14:textId="52E379E9" w:rsidR="00FE6E1F" w:rsidRDefault="00FE6E1F" w:rsidP="00BC6FD1">
      <w:pPr>
        <w:jc w:val="both"/>
        <w:rPr>
          <w:noProof/>
          <w:lang w:val="en-NZ" w:eastAsia="en-NZ"/>
        </w:rPr>
      </w:pPr>
    </w:p>
    <w:p w14:paraId="7B6B9146" w14:textId="77777777" w:rsidR="00FD5285" w:rsidRPr="00FD5285" w:rsidRDefault="00FD5285" w:rsidP="00FD5285">
      <w:pPr>
        <w:spacing w:line="240" w:lineRule="auto"/>
        <w:jc w:val="both"/>
        <w:rPr>
          <w:noProof/>
          <w:lang w:val="en-NZ" w:eastAsia="en-NZ"/>
        </w:rPr>
      </w:pPr>
      <w:r w:rsidRPr="00FD5285">
        <w:rPr>
          <w:noProof/>
          <w:lang w:val="en-NZ" w:eastAsia="en-NZ"/>
        </w:rPr>
        <w:t>class Shape {</w:t>
      </w:r>
    </w:p>
    <w:p w14:paraId="68B113ED" w14:textId="77777777" w:rsidR="00FD5285" w:rsidRPr="00FD5285" w:rsidRDefault="00FD5285" w:rsidP="00FD5285">
      <w:pPr>
        <w:spacing w:line="240" w:lineRule="auto"/>
        <w:jc w:val="both"/>
        <w:rPr>
          <w:noProof/>
          <w:lang w:val="en-NZ" w:eastAsia="en-NZ"/>
        </w:rPr>
      </w:pPr>
      <w:r w:rsidRPr="00FD5285">
        <w:rPr>
          <w:noProof/>
          <w:lang w:val="en-NZ" w:eastAsia="en-NZ"/>
        </w:rPr>
        <w:t>void draw() { System.out.println(this + ".draw()"); }</w:t>
      </w:r>
    </w:p>
    <w:p w14:paraId="6C5661B5" w14:textId="77777777" w:rsidR="00FD5285" w:rsidRPr="00FD5285" w:rsidRDefault="00FD5285" w:rsidP="00FD5285">
      <w:pPr>
        <w:spacing w:line="240" w:lineRule="auto"/>
        <w:jc w:val="both"/>
        <w:rPr>
          <w:noProof/>
          <w:lang w:val="en-NZ" w:eastAsia="en-NZ"/>
        </w:rPr>
      </w:pPr>
      <w:r w:rsidRPr="00FD5285">
        <w:rPr>
          <w:noProof/>
          <w:lang w:val="en-NZ" w:eastAsia="en-NZ"/>
        </w:rPr>
        <w:t>}</w:t>
      </w:r>
    </w:p>
    <w:p w14:paraId="48EF4B33" w14:textId="77777777" w:rsidR="00FD5285" w:rsidRPr="00FD5285" w:rsidRDefault="00FD5285" w:rsidP="00FD5285">
      <w:pPr>
        <w:spacing w:line="240" w:lineRule="auto"/>
        <w:jc w:val="both"/>
        <w:rPr>
          <w:noProof/>
          <w:lang w:val="en-NZ" w:eastAsia="en-NZ"/>
        </w:rPr>
      </w:pPr>
      <w:r w:rsidRPr="00FD5285">
        <w:rPr>
          <w:noProof/>
          <w:lang w:val="en-NZ" w:eastAsia="en-NZ"/>
        </w:rPr>
        <w:t>class Circle extends Shape {</w:t>
      </w:r>
    </w:p>
    <w:p w14:paraId="1F24B37A" w14:textId="77777777" w:rsidR="00FD5285" w:rsidRPr="00FD5285" w:rsidRDefault="00FD5285" w:rsidP="00FD5285">
      <w:pPr>
        <w:spacing w:line="240" w:lineRule="auto"/>
        <w:jc w:val="both"/>
        <w:rPr>
          <w:noProof/>
          <w:lang w:val="en-NZ" w:eastAsia="en-NZ"/>
        </w:rPr>
      </w:pPr>
      <w:r w:rsidRPr="00FD5285">
        <w:rPr>
          <w:noProof/>
          <w:lang w:val="en-NZ" w:eastAsia="en-NZ"/>
        </w:rPr>
        <w:t>public String toString() { return "Circle"; }</w:t>
      </w:r>
    </w:p>
    <w:p w14:paraId="5E0621E4" w14:textId="77777777" w:rsidR="00FD5285" w:rsidRPr="00FD5285" w:rsidRDefault="00FD5285" w:rsidP="00FD5285">
      <w:pPr>
        <w:spacing w:line="240" w:lineRule="auto"/>
        <w:jc w:val="both"/>
        <w:rPr>
          <w:noProof/>
          <w:lang w:val="en-NZ" w:eastAsia="en-NZ"/>
        </w:rPr>
      </w:pPr>
      <w:r w:rsidRPr="00FD5285">
        <w:rPr>
          <w:noProof/>
          <w:lang w:val="en-NZ" w:eastAsia="en-NZ"/>
        </w:rPr>
        <w:t>}</w:t>
      </w:r>
    </w:p>
    <w:p w14:paraId="2C4F081D" w14:textId="77777777" w:rsidR="00FD5285" w:rsidRPr="00FD5285" w:rsidRDefault="00FD5285" w:rsidP="00FD5285">
      <w:pPr>
        <w:spacing w:line="240" w:lineRule="auto"/>
        <w:jc w:val="both"/>
        <w:rPr>
          <w:noProof/>
          <w:lang w:val="en-NZ" w:eastAsia="en-NZ"/>
        </w:rPr>
      </w:pPr>
      <w:r w:rsidRPr="00FD5285">
        <w:rPr>
          <w:noProof/>
          <w:lang w:val="en-NZ" w:eastAsia="en-NZ"/>
        </w:rPr>
        <w:t>class Square extends Shape {</w:t>
      </w:r>
    </w:p>
    <w:p w14:paraId="6EF703AB" w14:textId="77777777" w:rsidR="00FD5285" w:rsidRPr="00FD5285" w:rsidRDefault="00FD5285" w:rsidP="00FD5285">
      <w:pPr>
        <w:spacing w:line="240" w:lineRule="auto"/>
        <w:jc w:val="both"/>
        <w:rPr>
          <w:noProof/>
          <w:lang w:val="en-NZ" w:eastAsia="en-NZ"/>
        </w:rPr>
      </w:pPr>
      <w:r w:rsidRPr="00FD5285">
        <w:rPr>
          <w:noProof/>
          <w:lang w:val="en-NZ" w:eastAsia="en-NZ"/>
        </w:rPr>
        <w:t>public String toString() { return "Square"; }</w:t>
      </w:r>
    </w:p>
    <w:p w14:paraId="636BB1E8" w14:textId="6FA0AA9B" w:rsidR="00FD5285" w:rsidRPr="00FD5285" w:rsidRDefault="00FD5285" w:rsidP="00FD5285">
      <w:pPr>
        <w:spacing w:line="240" w:lineRule="auto"/>
        <w:jc w:val="both"/>
        <w:rPr>
          <w:noProof/>
          <w:lang w:val="en-NZ" w:eastAsia="en-NZ"/>
        </w:rPr>
      </w:pPr>
      <w:r w:rsidRPr="00FD5285">
        <w:rPr>
          <w:noProof/>
          <w:lang w:val="en-NZ" w:eastAsia="en-NZ"/>
        </w:rPr>
        <w:t>}</w:t>
      </w:r>
    </w:p>
    <w:p w14:paraId="3594F84F" w14:textId="77777777" w:rsidR="00FD5285" w:rsidRPr="00FD5285" w:rsidRDefault="00FD5285" w:rsidP="00FD5285">
      <w:pPr>
        <w:spacing w:line="240" w:lineRule="auto"/>
        <w:jc w:val="both"/>
        <w:rPr>
          <w:noProof/>
          <w:lang w:val="en-NZ" w:eastAsia="en-NZ"/>
        </w:rPr>
      </w:pPr>
      <w:r w:rsidRPr="00FD5285">
        <w:rPr>
          <w:noProof/>
          <w:lang w:val="en-NZ" w:eastAsia="en-NZ"/>
        </w:rPr>
        <w:t>import java.util.*;</w:t>
      </w:r>
    </w:p>
    <w:p w14:paraId="30E0D7F9" w14:textId="6A2D34BB" w:rsidR="00FD5285" w:rsidRPr="00FD5285" w:rsidRDefault="00FD5285" w:rsidP="00FD5285">
      <w:pPr>
        <w:spacing w:line="240" w:lineRule="auto"/>
        <w:jc w:val="both"/>
        <w:rPr>
          <w:noProof/>
          <w:lang w:val="en-NZ" w:eastAsia="en-NZ"/>
        </w:rPr>
      </w:pPr>
      <w:r w:rsidRPr="00FD5285">
        <w:rPr>
          <w:noProof/>
          <w:lang w:val="en-NZ" w:eastAsia="en-NZ"/>
        </w:rPr>
        <w:t xml:space="preserve">public class ShapesList {    </w:t>
      </w:r>
    </w:p>
    <w:p w14:paraId="3CCA2EE5" w14:textId="77777777" w:rsidR="00FD5285" w:rsidRPr="00FD5285" w:rsidRDefault="00FD5285" w:rsidP="00FD5285">
      <w:pPr>
        <w:spacing w:line="240" w:lineRule="auto"/>
        <w:jc w:val="both"/>
        <w:rPr>
          <w:noProof/>
          <w:lang w:val="en-NZ" w:eastAsia="en-NZ"/>
        </w:rPr>
      </w:pPr>
      <w:r w:rsidRPr="00FD5285">
        <w:rPr>
          <w:noProof/>
          <w:lang w:val="en-NZ" w:eastAsia="en-NZ"/>
        </w:rPr>
        <w:t xml:space="preserve">    public static void main(String[] args) {</w:t>
      </w:r>
    </w:p>
    <w:p w14:paraId="3375CCF3"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ArrayList&lt;Shape&gt; arraylist = new ArrayList&lt;Shape&gt;();</w:t>
      </w:r>
    </w:p>
    <w:p w14:paraId="4944643D"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5FC64975"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54FCEA6A"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05B9C758"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43211E7C"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689B58A1" w14:textId="77777777" w:rsidR="00FD5285" w:rsidRPr="00FD5285" w:rsidRDefault="00FD5285" w:rsidP="00FD5285">
      <w:pPr>
        <w:spacing w:line="240" w:lineRule="auto"/>
        <w:jc w:val="both"/>
        <w:rPr>
          <w:noProof/>
          <w:lang w:val="en-NZ" w:eastAsia="en-NZ"/>
        </w:rPr>
      </w:pPr>
      <w:r w:rsidRPr="00FD5285">
        <w:rPr>
          <w:noProof/>
          <w:lang w:val="en-NZ" w:eastAsia="en-NZ"/>
        </w:rPr>
        <w:t xml:space="preserve">        arraylist.add(new Shape());</w:t>
      </w:r>
    </w:p>
    <w:p w14:paraId="2AA413AC" w14:textId="77777777" w:rsidR="00FD5285" w:rsidRPr="00FD5285" w:rsidRDefault="00FD5285" w:rsidP="00FD5285">
      <w:pPr>
        <w:spacing w:line="240" w:lineRule="auto"/>
        <w:jc w:val="both"/>
        <w:rPr>
          <w:noProof/>
          <w:lang w:val="en-NZ" w:eastAsia="en-NZ"/>
        </w:rPr>
      </w:pPr>
      <w:r w:rsidRPr="00FD5285">
        <w:rPr>
          <w:noProof/>
          <w:lang w:val="en-NZ" w:eastAsia="en-NZ"/>
        </w:rPr>
        <w:t xml:space="preserve">        Object[] shapeList = {</w:t>
      </w:r>
    </w:p>
    <w:p w14:paraId="739378A2" w14:textId="77777777" w:rsidR="00FD5285" w:rsidRPr="00FD5285" w:rsidRDefault="00FD5285" w:rsidP="00FD5285">
      <w:pPr>
        <w:spacing w:line="240" w:lineRule="auto"/>
        <w:jc w:val="both"/>
        <w:rPr>
          <w:noProof/>
          <w:lang w:val="en-NZ" w:eastAsia="en-NZ"/>
        </w:rPr>
      </w:pPr>
      <w:r w:rsidRPr="00FD5285">
        <w:rPr>
          <w:noProof/>
          <w:lang w:val="en-NZ" w:eastAsia="en-NZ"/>
        </w:rPr>
        <w:t xml:space="preserve">        new Circle(),</w:t>
      </w:r>
    </w:p>
    <w:p w14:paraId="7B87E62B" w14:textId="77777777" w:rsidR="00FD5285" w:rsidRPr="00FD5285" w:rsidRDefault="00FD5285" w:rsidP="00FD5285">
      <w:pPr>
        <w:spacing w:line="240" w:lineRule="auto"/>
        <w:jc w:val="both"/>
        <w:rPr>
          <w:noProof/>
          <w:lang w:val="en-NZ" w:eastAsia="en-NZ"/>
        </w:rPr>
      </w:pPr>
      <w:r w:rsidRPr="00FD5285">
        <w:rPr>
          <w:noProof/>
          <w:lang w:val="en-NZ" w:eastAsia="en-NZ"/>
        </w:rPr>
        <w:t xml:space="preserve">        new Square()</w:t>
      </w:r>
    </w:p>
    <w:p w14:paraId="40C9104C" w14:textId="7792C369" w:rsidR="00FD5285" w:rsidRPr="00FD5285" w:rsidRDefault="00FD5285" w:rsidP="00FD5285">
      <w:pPr>
        <w:spacing w:line="240" w:lineRule="auto"/>
        <w:jc w:val="both"/>
        <w:rPr>
          <w:noProof/>
          <w:lang w:val="en-NZ" w:eastAsia="en-NZ"/>
        </w:rPr>
      </w:pPr>
      <w:r w:rsidRPr="00FD5285">
        <w:rPr>
          <w:noProof/>
          <w:lang w:val="en-NZ" w:eastAsia="en-NZ"/>
        </w:rPr>
        <w:t xml:space="preserve">        };    </w:t>
      </w:r>
    </w:p>
    <w:p w14:paraId="7C82FDC9" w14:textId="77777777" w:rsidR="00FD5285" w:rsidRPr="00FD5285" w:rsidRDefault="00FD5285" w:rsidP="00FD5285">
      <w:pPr>
        <w:spacing w:line="240" w:lineRule="auto"/>
        <w:jc w:val="both"/>
        <w:rPr>
          <w:noProof/>
          <w:lang w:val="en-NZ" w:eastAsia="en-NZ"/>
        </w:rPr>
      </w:pPr>
      <w:r w:rsidRPr="00FD5285">
        <w:rPr>
          <w:noProof/>
          <w:lang w:val="en-NZ" w:eastAsia="en-NZ"/>
        </w:rPr>
        <w:t>for(int i = 0; i &lt; shapeList.length; i++){</w:t>
      </w:r>
    </w:p>
    <w:p w14:paraId="484F017A" w14:textId="77777777" w:rsidR="00FD5285" w:rsidRPr="00FD5285" w:rsidRDefault="00FD5285" w:rsidP="00FD5285">
      <w:pPr>
        <w:spacing w:line="240" w:lineRule="auto"/>
        <w:jc w:val="both"/>
        <w:rPr>
          <w:noProof/>
          <w:lang w:val="en-NZ" w:eastAsia="en-NZ"/>
        </w:rPr>
      </w:pPr>
      <w:r w:rsidRPr="00FD5285">
        <w:rPr>
          <w:noProof/>
          <w:lang w:val="en-NZ" w:eastAsia="en-NZ"/>
        </w:rPr>
        <w:t xml:space="preserve">    ((Shape)shapeList[i]).draw();</w:t>
      </w:r>
    </w:p>
    <w:p w14:paraId="19F89019" w14:textId="77777777" w:rsidR="00FD5285" w:rsidRPr="00FD5285" w:rsidRDefault="00FD5285" w:rsidP="00FD5285">
      <w:pPr>
        <w:spacing w:line="240" w:lineRule="auto"/>
        <w:jc w:val="both"/>
        <w:rPr>
          <w:noProof/>
          <w:lang w:val="en-NZ" w:eastAsia="en-NZ"/>
        </w:rPr>
      </w:pPr>
      <w:r w:rsidRPr="00FD5285">
        <w:rPr>
          <w:noProof/>
          <w:lang w:val="en-NZ" w:eastAsia="en-NZ"/>
        </w:rPr>
        <w:t xml:space="preserve">    {</w:t>
      </w:r>
    </w:p>
    <w:p w14:paraId="6FBCBC56" w14:textId="77777777" w:rsidR="00FD5285" w:rsidRPr="00FD5285" w:rsidRDefault="00FD5285" w:rsidP="00FD5285">
      <w:pPr>
        <w:spacing w:line="240" w:lineRule="auto"/>
        <w:jc w:val="both"/>
        <w:rPr>
          <w:noProof/>
          <w:lang w:val="en-NZ" w:eastAsia="en-NZ"/>
        </w:rPr>
      </w:pPr>
      <w:r w:rsidRPr="00FD5285">
        <w:rPr>
          <w:noProof/>
          <w:lang w:val="en-NZ" w:eastAsia="en-NZ"/>
        </w:rPr>
        <w:t xml:space="preserve">    "Circle.draw()",</w:t>
      </w:r>
    </w:p>
    <w:p w14:paraId="3692245B" w14:textId="77777777" w:rsidR="00FD5285" w:rsidRPr="00FD5285" w:rsidRDefault="00FD5285" w:rsidP="00FD5285">
      <w:pPr>
        <w:spacing w:line="240" w:lineRule="auto"/>
        <w:jc w:val="both"/>
        <w:rPr>
          <w:noProof/>
          <w:lang w:val="en-NZ" w:eastAsia="en-NZ"/>
        </w:rPr>
      </w:pPr>
      <w:r w:rsidRPr="00FD5285">
        <w:rPr>
          <w:noProof/>
          <w:lang w:val="en-NZ" w:eastAsia="en-NZ"/>
        </w:rPr>
        <w:lastRenderedPageBreak/>
        <w:t xml:space="preserve">    "Square.draw()",</w:t>
      </w:r>
    </w:p>
    <w:p w14:paraId="1F898D4E" w14:textId="77777777" w:rsidR="00FD5285" w:rsidRPr="00FD5285" w:rsidRDefault="00FD5285" w:rsidP="00FD5285">
      <w:pPr>
        <w:spacing w:line="240" w:lineRule="auto"/>
        <w:jc w:val="both"/>
        <w:rPr>
          <w:noProof/>
          <w:lang w:val="en-NZ" w:eastAsia="en-NZ"/>
        </w:rPr>
      </w:pPr>
      <w:r w:rsidRPr="00FD5285">
        <w:rPr>
          <w:noProof/>
          <w:lang w:val="en-NZ" w:eastAsia="en-NZ"/>
        </w:rPr>
        <w:t xml:space="preserve">    "Triangle.draw()"</w:t>
      </w:r>
    </w:p>
    <w:p w14:paraId="7AFE9F6E" w14:textId="77777777" w:rsidR="00FD5285" w:rsidRPr="00FD5285" w:rsidRDefault="00FD5285" w:rsidP="00FD5285">
      <w:pPr>
        <w:spacing w:line="240" w:lineRule="auto"/>
        <w:jc w:val="both"/>
        <w:rPr>
          <w:noProof/>
          <w:lang w:val="en-NZ" w:eastAsia="en-NZ"/>
        </w:rPr>
      </w:pPr>
      <w:r w:rsidRPr="00FD5285">
        <w:rPr>
          <w:noProof/>
          <w:lang w:val="en-NZ" w:eastAsia="en-NZ"/>
        </w:rPr>
        <w:t xml:space="preserve">    });</w:t>
      </w:r>
    </w:p>
    <w:p w14:paraId="153744B6" w14:textId="77777777" w:rsidR="00FD5285" w:rsidRPr="00FD5285" w:rsidRDefault="00FD5285" w:rsidP="00FD5285">
      <w:pPr>
        <w:spacing w:line="240" w:lineRule="auto"/>
        <w:jc w:val="both"/>
        <w:rPr>
          <w:noProof/>
          <w:lang w:val="en-NZ" w:eastAsia="en-NZ"/>
        </w:rPr>
      </w:pPr>
      <w:r w:rsidRPr="00FD5285">
        <w:rPr>
          <w:noProof/>
          <w:lang w:val="en-NZ" w:eastAsia="en-NZ"/>
        </w:rPr>
        <w:t xml:space="preserve">    };</w:t>
      </w:r>
    </w:p>
    <w:p w14:paraId="0453B670" w14:textId="77777777" w:rsidR="00FD5285" w:rsidRPr="00FD5285" w:rsidRDefault="00FD5285" w:rsidP="00FD5285">
      <w:pPr>
        <w:spacing w:line="240" w:lineRule="auto"/>
        <w:jc w:val="both"/>
        <w:rPr>
          <w:noProof/>
          <w:lang w:val="en-NZ" w:eastAsia="en-NZ"/>
        </w:rPr>
      </w:pPr>
      <w:r w:rsidRPr="00FD5285">
        <w:rPr>
          <w:noProof/>
          <w:lang w:val="en-NZ" w:eastAsia="en-NZ"/>
        </w:rPr>
        <w:t>}};</w:t>
      </w:r>
    </w:p>
    <w:p w14:paraId="1A8AA2A2" w14:textId="77777777" w:rsidR="00FD5285" w:rsidRPr="00FD5285" w:rsidRDefault="00FD5285" w:rsidP="00FD5285">
      <w:pPr>
        <w:spacing w:line="240" w:lineRule="auto"/>
        <w:jc w:val="both"/>
        <w:rPr>
          <w:noProof/>
          <w:lang w:val="en-NZ" w:eastAsia="en-NZ"/>
        </w:rPr>
      </w:pPr>
    </w:p>
    <w:p w14:paraId="7BC8C638" w14:textId="29D6E1E0" w:rsidR="00FE6E1F" w:rsidRDefault="00B87E71" w:rsidP="00B87E71">
      <w:pPr>
        <w:spacing w:line="240" w:lineRule="auto"/>
        <w:ind w:firstLine="720"/>
        <w:jc w:val="both"/>
        <w:rPr>
          <w:noProof/>
          <w:lang w:val="en-NZ" w:eastAsia="en-NZ"/>
        </w:rPr>
      </w:pPr>
      <w:r>
        <w:rPr>
          <w:noProof/>
          <w:lang w:val="en-NZ" w:eastAsia="en-NZ"/>
        </w:rPr>
        <w:t>//</w:t>
      </w:r>
      <w:r w:rsidR="00FD5285" w:rsidRPr="00FD5285">
        <w:rPr>
          <w:noProof/>
          <w:lang w:val="en-NZ" w:eastAsia="en-NZ"/>
        </w:rPr>
        <w:t>Wouldn't be better</w:t>
      </w:r>
      <w:r w:rsidR="00FD5285">
        <w:rPr>
          <w:noProof/>
          <w:lang w:val="en-NZ" w:eastAsia="en-NZ"/>
        </w:rPr>
        <w:t xml:space="preserve"> to implement</w:t>
      </w:r>
      <w:r>
        <w:rPr>
          <w:noProof/>
          <w:lang w:val="en-NZ" w:eastAsia="en-NZ"/>
        </w:rPr>
        <w:t xml:space="preserve"> Shape</w:t>
      </w:r>
      <w:r w:rsidR="00FD5285">
        <w:rPr>
          <w:noProof/>
          <w:lang w:val="en-NZ" w:eastAsia="en-NZ"/>
        </w:rPr>
        <w:t xml:space="preserve"> as an interface</w:t>
      </w:r>
      <w:r>
        <w:rPr>
          <w:noProof/>
          <w:lang w:val="en-NZ" w:eastAsia="en-NZ"/>
        </w:rPr>
        <w:t>? Since there is a lack of methods, the implementation of the Shape as an interface would allow it to be easier to inherit from other places if needed without differences in its majority.</w:t>
      </w:r>
    </w:p>
    <w:p w14:paraId="283CB9EB" w14:textId="7611B39C" w:rsidR="00FE6E1F" w:rsidRDefault="00FE6E1F" w:rsidP="00BC6FD1">
      <w:pPr>
        <w:jc w:val="both"/>
        <w:rPr>
          <w:noProof/>
          <w:lang w:val="en-NZ" w:eastAsia="en-NZ"/>
        </w:rPr>
      </w:pPr>
    </w:p>
    <w:p w14:paraId="0470BBC1" w14:textId="77777777" w:rsidR="00FE6E1F" w:rsidRDefault="00FE6E1F" w:rsidP="00BC6FD1">
      <w:pPr>
        <w:jc w:val="both"/>
        <w:rPr>
          <w:b/>
        </w:rPr>
      </w:pPr>
    </w:p>
    <w:p w14:paraId="22BE2CD8" w14:textId="77777777" w:rsidR="00FD5285" w:rsidRPr="00FD5285" w:rsidRDefault="00FD5285" w:rsidP="00FD5285"/>
    <w:p w14:paraId="4CDD8C2C" w14:textId="77777777" w:rsidR="006241CE" w:rsidRDefault="006241CE" w:rsidP="00BC6FD1">
      <w:pPr>
        <w:jc w:val="both"/>
        <w:rPr>
          <w:b/>
        </w:rPr>
      </w:pPr>
    </w:p>
    <w:p w14:paraId="760A5074" w14:textId="0E3E5D73" w:rsidR="00FD5285" w:rsidRDefault="00FD5285" w:rsidP="00FD5285">
      <w:pPr>
        <w:pStyle w:val="Heading1"/>
      </w:pPr>
      <w:bookmarkStart w:id="2" w:name="_Toc445923058"/>
      <w:r>
        <w:t>Exerc</w:t>
      </w:r>
      <w:r>
        <w:t>ise 4</w:t>
      </w:r>
      <w:bookmarkEnd w:id="2"/>
    </w:p>
    <w:p w14:paraId="04BD763E" w14:textId="511777D5" w:rsidR="00FD5285" w:rsidRDefault="00FD5285" w:rsidP="00FD5285">
      <w:pPr>
        <w:pStyle w:val="Heading2"/>
      </w:pPr>
      <w:bookmarkStart w:id="3" w:name="_Toc445923059"/>
      <w:r>
        <w:t>Taking a Java Class and finding any information with the implementation of a reflection.</w:t>
      </w:r>
      <w:bookmarkEnd w:id="3"/>
    </w:p>
    <w:p w14:paraId="736DE4FD" w14:textId="77777777" w:rsidR="00FD5285" w:rsidRDefault="00FD5285" w:rsidP="00FD5285"/>
    <w:p w14:paraId="2450D835" w14:textId="77777777" w:rsidR="00B87E71" w:rsidRPr="00B87E71" w:rsidRDefault="00B87E71" w:rsidP="00B87E71">
      <w:pPr>
        <w:jc w:val="both"/>
      </w:pPr>
    </w:p>
    <w:p w14:paraId="4C83298B" w14:textId="77777777" w:rsidR="00B87E71" w:rsidRPr="00B87E71" w:rsidRDefault="00B87E71" w:rsidP="00B87E71">
      <w:pPr>
        <w:jc w:val="both"/>
      </w:pPr>
      <w:r w:rsidRPr="00B87E71">
        <w:t xml:space="preserve">import </w:t>
      </w:r>
      <w:proofErr w:type="gramStart"/>
      <w:r w:rsidRPr="00B87E71">
        <w:t>java.io.*</w:t>
      </w:r>
      <w:proofErr w:type="gramEnd"/>
      <w:r w:rsidRPr="00B87E71">
        <w:t>;</w:t>
      </w:r>
    </w:p>
    <w:p w14:paraId="7489E600" w14:textId="6F332FF0" w:rsidR="00B87E71" w:rsidRPr="00B87E71" w:rsidRDefault="00B87E71" w:rsidP="00B87E71">
      <w:pPr>
        <w:jc w:val="both"/>
      </w:pPr>
      <w:r w:rsidRPr="00B87E71">
        <w:t xml:space="preserve">import </w:t>
      </w:r>
      <w:proofErr w:type="spellStart"/>
      <w:proofErr w:type="gramStart"/>
      <w:r w:rsidRPr="00B87E71">
        <w:t>java.lang</w:t>
      </w:r>
      <w:proofErr w:type="gramEnd"/>
      <w:r w:rsidRPr="00B87E71">
        <w:t>.reflect</w:t>
      </w:r>
      <w:proofErr w:type="spellEnd"/>
      <w:r w:rsidRPr="00B87E71">
        <w:t>.*;</w:t>
      </w:r>
    </w:p>
    <w:p w14:paraId="423DDC8A" w14:textId="77777777" w:rsidR="00B87E71" w:rsidRPr="00B87E71" w:rsidRDefault="00B87E71" w:rsidP="00B87E71">
      <w:pPr>
        <w:jc w:val="both"/>
      </w:pPr>
      <w:r w:rsidRPr="00B87E71">
        <w:t xml:space="preserve">public class </w:t>
      </w:r>
      <w:proofErr w:type="spellStart"/>
      <w:r w:rsidRPr="00B87E71">
        <w:t>reflectExample</w:t>
      </w:r>
      <w:proofErr w:type="spellEnd"/>
    </w:p>
    <w:p w14:paraId="5A4272FF" w14:textId="77777777" w:rsidR="00B87E71" w:rsidRPr="00B87E71" w:rsidRDefault="00B87E71" w:rsidP="00B87E71">
      <w:pPr>
        <w:jc w:val="both"/>
      </w:pPr>
      <w:r w:rsidRPr="00B87E71">
        <w:t>{</w:t>
      </w:r>
    </w:p>
    <w:p w14:paraId="42428ACF" w14:textId="77777777" w:rsidR="00B87E71" w:rsidRPr="00B87E71" w:rsidRDefault="00B87E71" w:rsidP="00B87E71">
      <w:pPr>
        <w:jc w:val="both"/>
      </w:pPr>
      <w:r w:rsidRPr="00B87E71">
        <w:t xml:space="preserve">  public </w:t>
      </w:r>
      <w:proofErr w:type="spellStart"/>
      <w:proofErr w:type="gramStart"/>
      <w:r w:rsidRPr="00B87E71">
        <w:t>reflectExample</w:t>
      </w:r>
      <w:proofErr w:type="spellEnd"/>
      <w:r w:rsidRPr="00B87E71">
        <w:t>(</w:t>
      </w:r>
      <w:proofErr w:type="gramEnd"/>
      <w:r w:rsidRPr="00B87E71">
        <w:t>)</w:t>
      </w:r>
    </w:p>
    <w:p w14:paraId="0DD40FCD" w14:textId="77777777" w:rsidR="00B87E71" w:rsidRPr="00B87E71" w:rsidRDefault="00B87E71" w:rsidP="00B87E71">
      <w:pPr>
        <w:jc w:val="both"/>
      </w:pPr>
      <w:r w:rsidRPr="00B87E71">
        <w:t xml:space="preserve">  { </w:t>
      </w:r>
    </w:p>
    <w:p w14:paraId="1B6EF4D4" w14:textId="50131EA8" w:rsidR="00B87E71" w:rsidRDefault="002B6330" w:rsidP="00B87E71">
      <w:pPr>
        <w:jc w:val="both"/>
      </w:pPr>
      <w:r>
        <w:tab/>
        <w:t xml:space="preserve">Class </w:t>
      </w:r>
      <w:proofErr w:type="spellStart"/>
      <w:r>
        <w:t>className.getName</w:t>
      </w:r>
      <w:proofErr w:type="spellEnd"/>
      <w:r>
        <w:t>();</w:t>
      </w:r>
    </w:p>
    <w:p w14:paraId="088C02FA" w14:textId="41EF29C0" w:rsidR="002B6330" w:rsidRPr="00B87E71" w:rsidRDefault="002B6330" w:rsidP="00B87E71">
      <w:pPr>
        <w:jc w:val="both"/>
      </w:pPr>
      <w:r>
        <w:tab/>
      </w:r>
      <w:bookmarkStart w:id="4" w:name="_GoBack"/>
      <w:bookmarkEnd w:id="4"/>
    </w:p>
    <w:p w14:paraId="0AB33C31" w14:textId="77777777" w:rsidR="00B87E71" w:rsidRPr="00B87E71" w:rsidRDefault="00B87E71" w:rsidP="00B87E71">
      <w:pPr>
        <w:jc w:val="both"/>
      </w:pPr>
      <w:r w:rsidRPr="00B87E71">
        <w:t xml:space="preserve">  }</w:t>
      </w:r>
    </w:p>
    <w:p w14:paraId="50E1BFD5" w14:textId="77777777" w:rsidR="00B87E71" w:rsidRPr="00B87E71" w:rsidRDefault="00B87E71" w:rsidP="00B87E71">
      <w:pPr>
        <w:jc w:val="both"/>
      </w:pPr>
      <w:r w:rsidRPr="00B87E71">
        <w:t xml:space="preserve">  public static void main(</w:t>
      </w:r>
      <w:proofErr w:type="gramStart"/>
      <w:r w:rsidRPr="00B87E71">
        <w:t>String[</w:t>
      </w:r>
      <w:proofErr w:type="gramEnd"/>
      <w:r w:rsidRPr="00B87E71">
        <w:t xml:space="preserve">] </w:t>
      </w:r>
      <w:proofErr w:type="spellStart"/>
      <w:r w:rsidRPr="00B87E71">
        <w:t>args</w:t>
      </w:r>
      <w:proofErr w:type="spellEnd"/>
      <w:r w:rsidRPr="00B87E71">
        <w:t>)</w:t>
      </w:r>
    </w:p>
    <w:p w14:paraId="7F8920A6" w14:textId="77777777" w:rsidR="00B87E71" w:rsidRPr="00B87E71" w:rsidRDefault="00B87E71" w:rsidP="00B87E71">
      <w:pPr>
        <w:jc w:val="both"/>
      </w:pPr>
      <w:r w:rsidRPr="00B87E71">
        <w:t xml:space="preserve">  {</w:t>
      </w:r>
    </w:p>
    <w:p w14:paraId="4AB66B14" w14:textId="77777777" w:rsidR="00B87E71" w:rsidRPr="00B87E71" w:rsidRDefault="00B87E71" w:rsidP="00B87E71">
      <w:pPr>
        <w:jc w:val="both"/>
      </w:pPr>
      <w:r w:rsidRPr="00B87E71">
        <w:t xml:space="preserve">    File f = new File("TheFile.txt"</w:t>
      </w:r>
      <w:proofErr w:type="gramStart"/>
      <w:r w:rsidRPr="00B87E71">
        <w:t>);  /</w:t>
      </w:r>
      <w:proofErr w:type="gramEnd"/>
      <w:r w:rsidRPr="00B87E71">
        <w:t>/ text file in current project directory</w:t>
      </w:r>
    </w:p>
    <w:p w14:paraId="5336B1F6" w14:textId="77777777" w:rsidR="00B87E71" w:rsidRPr="00B87E71" w:rsidRDefault="00B87E71" w:rsidP="00B87E71">
      <w:pPr>
        <w:jc w:val="both"/>
      </w:pPr>
      <w:r w:rsidRPr="00B87E71">
        <w:t xml:space="preserve">    </w:t>
      </w:r>
      <w:proofErr w:type="gramStart"/>
      <w:r w:rsidRPr="00B87E71">
        <w:t>String[</w:t>
      </w:r>
      <w:proofErr w:type="gramEnd"/>
      <w:r w:rsidRPr="00B87E71">
        <w:t xml:space="preserve">] </w:t>
      </w:r>
      <w:proofErr w:type="spellStart"/>
      <w:r w:rsidRPr="00B87E71">
        <w:t>vals</w:t>
      </w:r>
      <w:proofErr w:type="spellEnd"/>
      <w:r w:rsidRPr="00B87E71">
        <w:t>;                // tokens from each line of the file</w:t>
      </w:r>
    </w:p>
    <w:p w14:paraId="74560015" w14:textId="77777777" w:rsidR="00B87E71" w:rsidRPr="00B87E71" w:rsidRDefault="00B87E71" w:rsidP="00B87E71">
      <w:pPr>
        <w:jc w:val="both"/>
      </w:pPr>
      <w:r w:rsidRPr="00B87E71">
        <w:t xml:space="preserve">    Class </w:t>
      </w:r>
      <w:proofErr w:type="spellStart"/>
      <w:r w:rsidRPr="00B87E71">
        <w:t>currentClass</w:t>
      </w:r>
      <w:proofErr w:type="spellEnd"/>
      <w:r w:rsidRPr="00B87E71">
        <w:t xml:space="preserve"> = null;</w:t>
      </w:r>
    </w:p>
    <w:p w14:paraId="224E1E0A" w14:textId="77777777" w:rsidR="00B87E71" w:rsidRPr="00B87E71" w:rsidRDefault="00B87E71" w:rsidP="00B87E71">
      <w:pPr>
        <w:jc w:val="both"/>
      </w:pPr>
      <w:r w:rsidRPr="00B87E71">
        <w:t xml:space="preserve">    Object </w:t>
      </w:r>
      <w:proofErr w:type="spellStart"/>
      <w:r w:rsidRPr="00B87E71">
        <w:t>newObj</w:t>
      </w:r>
      <w:proofErr w:type="spellEnd"/>
      <w:r w:rsidRPr="00B87E71">
        <w:t xml:space="preserve"> = null;</w:t>
      </w:r>
    </w:p>
    <w:p w14:paraId="29E33B94" w14:textId="77777777" w:rsidR="00B87E71" w:rsidRPr="00B87E71" w:rsidRDefault="00B87E71" w:rsidP="00B87E71">
      <w:pPr>
        <w:jc w:val="both"/>
      </w:pPr>
      <w:r w:rsidRPr="00B87E71">
        <w:lastRenderedPageBreak/>
        <w:t xml:space="preserve">    Method </w:t>
      </w:r>
      <w:proofErr w:type="spellStart"/>
      <w:r w:rsidRPr="00B87E71">
        <w:t>reqMethod</w:t>
      </w:r>
      <w:proofErr w:type="spellEnd"/>
      <w:r w:rsidRPr="00B87E71">
        <w:t xml:space="preserve"> = null;</w:t>
      </w:r>
    </w:p>
    <w:p w14:paraId="0D715D5B" w14:textId="77777777" w:rsidR="00B87E71" w:rsidRPr="00B87E71" w:rsidRDefault="00B87E71" w:rsidP="00B87E71">
      <w:pPr>
        <w:jc w:val="both"/>
      </w:pPr>
    </w:p>
    <w:p w14:paraId="51173590" w14:textId="77777777" w:rsidR="00B87E71" w:rsidRPr="00B87E71" w:rsidRDefault="00B87E71" w:rsidP="00B87E71">
      <w:pPr>
        <w:jc w:val="both"/>
      </w:pPr>
      <w:r w:rsidRPr="00B87E71">
        <w:t xml:space="preserve">    try</w:t>
      </w:r>
    </w:p>
    <w:p w14:paraId="026EB66C" w14:textId="77777777" w:rsidR="00B87E71" w:rsidRPr="00B87E71" w:rsidRDefault="00B87E71" w:rsidP="00B87E71">
      <w:pPr>
        <w:jc w:val="both"/>
      </w:pPr>
      <w:r w:rsidRPr="00B87E71">
        <w:t xml:space="preserve">    </w:t>
      </w:r>
      <w:proofErr w:type="gramStart"/>
      <w:r w:rsidRPr="00B87E71">
        <w:t xml:space="preserve">{  </w:t>
      </w:r>
      <w:proofErr w:type="gramEnd"/>
      <w:r w:rsidRPr="00B87E71">
        <w:t xml:space="preserve">                          // throws </w:t>
      </w:r>
      <w:proofErr w:type="spellStart"/>
      <w:r w:rsidRPr="00B87E71">
        <w:t>FileNotFoundException</w:t>
      </w:r>
      <w:proofErr w:type="spellEnd"/>
    </w:p>
    <w:p w14:paraId="6C59104B" w14:textId="77777777" w:rsidR="00B87E71" w:rsidRPr="00B87E71" w:rsidRDefault="00B87E71" w:rsidP="00B87E71">
      <w:pPr>
        <w:jc w:val="both"/>
      </w:pPr>
      <w:r w:rsidRPr="00B87E71">
        <w:t xml:space="preserve">      </w:t>
      </w:r>
      <w:proofErr w:type="spellStart"/>
      <w:r w:rsidRPr="00B87E71">
        <w:t>BufferedReader</w:t>
      </w:r>
      <w:proofErr w:type="spellEnd"/>
      <w:r w:rsidRPr="00B87E71">
        <w:t xml:space="preserve"> input = new </w:t>
      </w:r>
      <w:proofErr w:type="spellStart"/>
      <w:proofErr w:type="gramStart"/>
      <w:r w:rsidRPr="00B87E71">
        <w:t>BufferedReader</w:t>
      </w:r>
      <w:proofErr w:type="spellEnd"/>
      <w:r w:rsidRPr="00B87E71">
        <w:t>(</w:t>
      </w:r>
      <w:proofErr w:type="gramEnd"/>
      <w:r w:rsidRPr="00B87E71">
        <w:t xml:space="preserve">new </w:t>
      </w:r>
      <w:proofErr w:type="spellStart"/>
      <w:r w:rsidRPr="00B87E71">
        <w:t>FileReader</w:t>
      </w:r>
      <w:proofErr w:type="spellEnd"/>
      <w:r w:rsidRPr="00B87E71">
        <w:t>(f));</w:t>
      </w:r>
    </w:p>
    <w:p w14:paraId="2FD2FCE5" w14:textId="77777777" w:rsidR="00B87E71" w:rsidRPr="00B87E71" w:rsidRDefault="00B87E71" w:rsidP="00B87E71">
      <w:pPr>
        <w:jc w:val="both"/>
      </w:pPr>
      <w:r w:rsidRPr="00B87E71">
        <w:t xml:space="preserve">      String </w:t>
      </w:r>
      <w:proofErr w:type="spellStart"/>
      <w:r w:rsidRPr="00B87E71">
        <w:t>str</w:t>
      </w:r>
      <w:proofErr w:type="spellEnd"/>
      <w:r w:rsidRPr="00B87E71">
        <w:t xml:space="preserve"> = new </w:t>
      </w:r>
      <w:proofErr w:type="gramStart"/>
      <w:r w:rsidRPr="00B87E71">
        <w:t>String(</w:t>
      </w:r>
      <w:proofErr w:type="gramEnd"/>
      <w:r w:rsidRPr="00B87E71">
        <w:t>);</w:t>
      </w:r>
    </w:p>
    <w:p w14:paraId="4C3C9A1C" w14:textId="77777777" w:rsidR="00B87E71" w:rsidRPr="00B87E71" w:rsidRDefault="00B87E71" w:rsidP="00B87E71">
      <w:pPr>
        <w:jc w:val="both"/>
      </w:pPr>
    </w:p>
    <w:p w14:paraId="4BF0F17F" w14:textId="77777777" w:rsidR="00B87E71" w:rsidRPr="00B87E71" w:rsidRDefault="00B87E71" w:rsidP="00B87E71">
      <w:pPr>
        <w:jc w:val="both"/>
      </w:pPr>
      <w:r w:rsidRPr="00B87E71">
        <w:t xml:space="preserve">      while </w:t>
      </w:r>
      <w:proofErr w:type="gramStart"/>
      <w:r w:rsidRPr="00B87E71">
        <w:t>( (</w:t>
      </w:r>
      <w:proofErr w:type="spellStart"/>
      <w:proofErr w:type="gramEnd"/>
      <w:r w:rsidRPr="00B87E71">
        <w:t>str</w:t>
      </w:r>
      <w:proofErr w:type="spellEnd"/>
      <w:r w:rsidRPr="00B87E71">
        <w:t xml:space="preserve"> = </w:t>
      </w:r>
      <w:proofErr w:type="spellStart"/>
      <w:r w:rsidRPr="00B87E71">
        <w:t>input.readLine</w:t>
      </w:r>
      <w:proofErr w:type="spellEnd"/>
      <w:r w:rsidRPr="00B87E71">
        <w:t xml:space="preserve">() ) != null) // throws </w:t>
      </w:r>
      <w:proofErr w:type="spellStart"/>
      <w:r w:rsidRPr="00B87E71">
        <w:t>IOException</w:t>
      </w:r>
      <w:proofErr w:type="spellEnd"/>
    </w:p>
    <w:p w14:paraId="756D805B" w14:textId="77777777" w:rsidR="00B87E71" w:rsidRPr="00B87E71" w:rsidRDefault="00B87E71" w:rsidP="00B87E71">
      <w:pPr>
        <w:jc w:val="both"/>
      </w:pPr>
      <w:r w:rsidRPr="00B87E71">
        <w:t xml:space="preserve">      {  </w:t>
      </w:r>
    </w:p>
    <w:p w14:paraId="04E2207E" w14:textId="77777777" w:rsidR="00B87E71" w:rsidRPr="00B87E71" w:rsidRDefault="00B87E71" w:rsidP="00B87E71">
      <w:pPr>
        <w:jc w:val="both"/>
      </w:pPr>
      <w:r w:rsidRPr="00B87E71">
        <w:tab/>
        <w:t xml:space="preserve">   </w:t>
      </w:r>
      <w:proofErr w:type="spellStart"/>
      <w:r w:rsidRPr="00B87E71">
        <w:t>vals</w:t>
      </w:r>
      <w:proofErr w:type="spellEnd"/>
      <w:r w:rsidRPr="00B87E71">
        <w:t xml:space="preserve"> = </w:t>
      </w:r>
      <w:proofErr w:type="spellStart"/>
      <w:proofErr w:type="gramStart"/>
      <w:r w:rsidRPr="00B87E71">
        <w:t>str.split</w:t>
      </w:r>
      <w:proofErr w:type="spellEnd"/>
      <w:proofErr w:type="gramEnd"/>
      <w:r w:rsidRPr="00B87E71">
        <w:t xml:space="preserve">(" ");  </w:t>
      </w:r>
      <w:r w:rsidRPr="00B87E71">
        <w:tab/>
        <w:t>// split line into tokens</w:t>
      </w:r>
    </w:p>
    <w:p w14:paraId="720537F2" w14:textId="77777777" w:rsidR="00B87E71" w:rsidRPr="00B87E71" w:rsidRDefault="00B87E71" w:rsidP="00B87E71">
      <w:pPr>
        <w:jc w:val="both"/>
      </w:pPr>
    </w:p>
    <w:p w14:paraId="4D402544" w14:textId="77777777" w:rsidR="00B87E71" w:rsidRPr="00B87E71" w:rsidRDefault="00B87E71" w:rsidP="00B87E71">
      <w:pPr>
        <w:jc w:val="both"/>
      </w:pPr>
      <w:r w:rsidRPr="00B87E71">
        <w:t xml:space="preserve">         if (</w:t>
      </w:r>
      <w:proofErr w:type="spellStart"/>
      <w:proofErr w:type="gramStart"/>
      <w:r w:rsidRPr="00B87E71">
        <w:t>vals.length</w:t>
      </w:r>
      <w:proofErr w:type="spellEnd"/>
      <w:proofErr w:type="gramEnd"/>
      <w:r w:rsidRPr="00B87E71">
        <w:t xml:space="preserve"> == 1)   </w:t>
      </w:r>
      <w:r w:rsidRPr="00B87E71">
        <w:tab/>
        <w:t>// a class name - not a set of attributes</w:t>
      </w:r>
    </w:p>
    <w:p w14:paraId="30E28057" w14:textId="77777777" w:rsidR="00B87E71" w:rsidRPr="00B87E71" w:rsidRDefault="00B87E71" w:rsidP="00B87E71">
      <w:pPr>
        <w:jc w:val="both"/>
      </w:pPr>
      <w:r w:rsidRPr="00B87E71">
        <w:t xml:space="preserve">            // use the name of the class to find the Class object</w:t>
      </w:r>
    </w:p>
    <w:p w14:paraId="7C624CE3" w14:textId="77777777" w:rsidR="00B87E71" w:rsidRPr="00B87E71" w:rsidRDefault="00B87E71" w:rsidP="00B87E71">
      <w:pPr>
        <w:jc w:val="both"/>
      </w:pPr>
      <w:r w:rsidRPr="00B87E71">
        <w:t xml:space="preserve">            </w:t>
      </w:r>
      <w:proofErr w:type="spellStart"/>
      <w:r w:rsidRPr="00B87E71">
        <w:t>currentClass</w:t>
      </w:r>
      <w:proofErr w:type="spellEnd"/>
      <w:r w:rsidRPr="00B87E71">
        <w:t xml:space="preserve"> = </w:t>
      </w:r>
      <w:proofErr w:type="spellStart"/>
      <w:r w:rsidRPr="00B87E71">
        <w:t>Class.forName</w:t>
      </w:r>
      <w:proofErr w:type="spellEnd"/>
      <w:r w:rsidRPr="00B87E71">
        <w:t>(</w:t>
      </w:r>
      <w:proofErr w:type="spellStart"/>
      <w:proofErr w:type="gramStart"/>
      <w:r w:rsidRPr="00B87E71">
        <w:t>vals</w:t>
      </w:r>
      <w:proofErr w:type="spellEnd"/>
      <w:r w:rsidRPr="00B87E71">
        <w:t>[</w:t>
      </w:r>
      <w:proofErr w:type="gramEnd"/>
      <w:r w:rsidRPr="00B87E71">
        <w:t xml:space="preserve">0]);  </w:t>
      </w:r>
    </w:p>
    <w:p w14:paraId="622CA503" w14:textId="77777777" w:rsidR="00B87E71" w:rsidRPr="00B87E71" w:rsidRDefault="00B87E71" w:rsidP="00B87E71">
      <w:pPr>
        <w:jc w:val="both"/>
      </w:pPr>
      <w:r w:rsidRPr="00B87E71">
        <w:t xml:space="preserve">         else</w:t>
      </w:r>
      <w:r w:rsidRPr="00B87E71">
        <w:tab/>
      </w:r>
      <w:r w:rsidRPr="00B87E71">
        <w:tab/>
      </w:r>
      <w:r w:rsidRPr="00B87E71">
        <w:tab/>
        <w:t xml:space="preserve">       // throws </w:t>
      </w:r>
      <w:proofErr w:type="spellStart"/>
      <w:r w:rsidRPr="00B87E71">
        <w:t>classNotFoundException</w:t>
      </w:r>
      <w:proofErr w:type="spellEnd"/>
    </w:p>
    <w:p w14:paraId="65C34A5D" w14:textId="77777777" w:rsidR="00B87E71" w:rsidRPr="00B87E71" w:rsidRDefault="00B87E71" w:rsidP="00B87E71">
      <w:pPr>
        <w:jc w:val="both"/>
      </w:pPr>
      <w:r w:rsidRPr="00B87E71">
        <w:t xml:space="preserve">         </w:t>
      </w:r>
      <w:proofErr w:type="gramStart"/>
      <w:r w:rsidRPr="00B87E71">
        <w:t>{  /</w:t>
      </w:r>
      <w:proofErr w:type="gramEnd"/>
      <w:r w:rsidRPr="00B87E71">
        <w:t>/ more than one token indicates attributes - not a class name</w:t>
      </w:r>
    </w:p>
    <w:p w14:paraId="1008CFAB" w14:textId="77777777" w:rsidR="00B87E71" w:rsidRPr="00B87E71" w:rsidRDefault="00B87E71" w:rsidP="00B87E71">
      <w:pPr>
        <w:jc w:val="both"/>
      </w:pPr>
      <w:r w:rsidRPr="00B87E71">
        <w:tab/>
      </w:r>
      <w:r w:rsidRPr="00B87E71">
        <w:tab/>
        <w:t xml:space="preserve"> // so create an object –method is user-defined below</w:t>
      </w:r>
    </w:p>
    <w:p w14:paraId="3D138C97" w14:textId="77777777" w:rsidR="00B87E71" w:rsidRPr="00B87E71" w:rsidRDefault="00B87E71" w:rsidP="00B87E71">
      <w:pPr>
        <w:jc w:val="both"/>
      </w:pPr>
      <w:r w:rsidRPr="00B87E71">
        <w:t xml:space="preserve">            </w:t>
      </w:r>
    </w:p>
    <w:p w14:paraId="320562E9" w14:textId="77777777" w:rsidR="00B87E71" w:rsidRPr="00B87E71" w:rsidRDefault="00B87E71" w:rsidP="00B87E71">
      <w:pPr>
        <w:jc w:val="both"/>
      </w:pPr>
      <w:r w:rsidRPr="00B87E71">
        <w:tab/>
      </w:r>
      <w:r w:rsidRPr="00B87E71">
        <w:tab/>
        <w:t xml:space="preserve"> </w:t>
      </w:r>
      <w:proofErr w:type="spellStart"/>
      <w:r w:rsidRPr="00B87E71">
        <w:t>newObj</w:t>
      </w:r>
      <w:proofErr w:type="spellEnd"/>
      <w:r w:rsidRPr="00B87E71">
        <w:t xml:space="preserve"> = </w:t>
      </w:r>
      <w:proofErr w:type="spellStart"/>
      <w:proofErr w:type="gramStart"/>
      <w:r w:rsidRPr="00B87E71">
        <w:t>createObject</w:t>
      </w:r>
      <w:proofErr w:type="spellEnd"/>
      <w:r w:rsidRPr="00B87E71">
        <w:t>(</w:t>
      </w:r>
      <w:proofErr w:type="spellStart"/>
      <w:proofErr w:type="gramEnd"/>
      <w:r w:rsidRPr="00B87E71">
        <w:t>currentClass</w:t>
      </w:r>
      <w:proofErr w:type="spellEnd"/>
      <w:r w:rsidRPr="00B87E71">
        <w:t xml:space="preserve">, </w:t>
      </w:r>
      <w:proofErr w:type="spellStart"/>
      <w:r w:rsidRPr="00B87E71">
        <w:t>vals</w:t>
      </w:r>
      <w:proofErr w:type="spellEnd"/>
      <w:r w:rsidRPr="00B87E71">
        <w:t xml:space="preserve">);  </w:t>
      </w:r>
    </w:p>
    <w:p w14:paraId="13B04742" w14:textId="77777777" w:rsidR="00B87E71" w:rsidRPr="00B87E71" w:rsidRDefault="00B87E71" w:rsidP="00B87E71">
      <w:pPr>
        <w:jc w:val="both"/>
      </w:pPr>
    </w:p>
    <w:p w14:paraId="6CAA74CF" w14:textId="77777777" w:rsidR="00B87E71" w:rsidRPr="00B87E71" w:rsidRDefault="00B87E71" w:rsidP="00B87E71">
      <w:pPr>
        <w:jc w:val="both"/>
      </w:pPr>
      <w:r w:rsidRPr="00B87E71">
        <w:t xml:space="preserve">            if (</w:t>
      </w:r>
      <w:proofErr w:type="spellStart"/>
      <w:proofErr w:type="gramStart"/>
      <w:r w:rsidRPr="00B87E71">
        <w:t>newObj</w:t>
      </w:r>
      <w:proofErr w:type="spellEnd"/>
      <w:r w:rsidRPr="00B87E71">
        <w:t xml:space="preserve"> !</w:t>
      </w:r>
      <w:proofErr w:type="gramEnd"/>
      <w:r w:rsidRPr="00B87E71">
        <w:t xml:space="preserve">= null)     // throws </w:t>
      </w:r>
      <w:proofErr w:type="spellStart"/>
      <w:r w:rsidRPr="00B87E71">
        <w:t>NoSuchMethodException</w:t>
      </w:r>
      <w:proofErr w:type="spellEnd"/>
    </w:p>
    <w:p w14:paraId="62500E20" w14:textId="77777777" w:rsidR="00B87E71" w:rsidRPr="00B87E71" w:rsidRDefault="00B87E71" w:rsidP="00B87E71">
      <w:pPr>
        <w:jc w:val="both"/>
      </w:pPr>
      <w:r w:rsidRPr="00B87E71">
        <w:t xml:space="preserve">            </w:t>
      </w:r>
      <w:proofErr w:type="gramStart"/>
      <w:r w:rsidRPr="00B87E71">
        <w:t xml:space="preserve">{  </w:t>
      </w:r>
      <w:proofErr w:type="gramEnd"/>
      <w:r w:rsidRPr="00B87E71">
        <w:t xml:space="preserve"> </w:t>
      </w:r>
      <w:proofErr w:type="spellStart"/>
      <w:r w:rsidRPr="00B87E71">
        <w:t>reqMethod</w:t>
      </w:r>
      <w:proofErr w:type="spellEnd"/>
      <w:r w:rsidRPr="00B87E71">
        <w:t xml:space="preserve"> = </w:t>
      </w:r>
      <w:proofErr w:type="spellStart"/>
      <w:r w:rsidRPr="00B87E71">
        <w:t>currentClass.getMethod</w:t>
      </w:r>
      <w:proofErr w:type="spellEnd"/>
      <w:r w:rsidRPr="00B87E71">
        <w:t xml:space="preserve">("Print", null);  </w:t>
      </w:r>
    </w:p>
    <w:p w14:paraId="343AD53E" w14:textId="77777777" w:rsidR="00B87E71" w:rsidRPr="00B87E71" w:rsidRDefault="00B87E71" w:rsidP="00B87E71">
      <w:pPr>
        <w:jc w:val="both"/>
      </w:pPr>
      <w:r w:rsidRPr="00B87E71">
        <w:t xml:space="preserve">                // call the found method i.e. Print on - </w:t>
      </w:r>
      <w:proofErr w:type="spellStart"/>
      <w:r w:rsidRPr="00B87E71">
        <w:t>newObject.print</w:t>
      </w:r>
      <w:proofErr w:type="spellEnd"/>
      <w:r w:rsidRPr="00B87E71">
        <w:t>();</w:t>
      </w:r>
    </w:p>
    <w:p w14:paraId="5013696A" w14:textId="77777777" w:rsidR="00B87E71" w:rsidRPr="00B87E71" w:rsidRDefault="00B87E71" w:rsidP="00B87E71">
      <w:pPr>
        <w:jc w:val="both"/>
      </w:pPr>
      <w:r w:rsidRPr="00B87E71">
        <w:t xml:space="preserve">                </w:t>
      </w:r>
      <w:proofErr w:type="spellStart"/>
      <w:r w:rsidRPr="00B87E71">
        <w:t>reqMethod.invoke</w:t>
      </w:r>
      <w:proofErr w:type="spellEnd"/>
      <w:r w:rsidRPr="00B87E71">
        <w:t>(</w:t>
      </w:r>
      <w:proofErr w:type="spellStart"/>
      <w:r w:rsidRPr="00B87E71">
        <w:t>newObj</w:t>
      </w:r>
      <w:proofErr w:type="spellEnd"/>
      <w:r w:rsidRPr="00B87E71">
        <w:t>, null</w:t>
      </w:r>
      <w:proofErr w:type="gramStart"/>
      <w:r w:rsidRPr="00B87E71">
        <w:t>);  /</w:t>
      </w:r>
      <w:proofErr w:type="gramEnd"/>
      <w:r w:rsidRPr="00B87E71">
        <w:t xml:space="preserve">/ throws </w:t>
      </w:r>
      <w:proofErr w:type="spellStart"/>
      <w:r w:rsidRPr="00B87E71">
        <w:t>IllegalAccessException</w:t>
      </w:r>
      <w:proofErr w:type="spellEnd"/>
    </w:p>
    <w:p w14:paraId="13BFE2B3" w14:textId="77777777" w:rsidR="00B87E71" w:rsidRPr="00B87E71" w:rsidRDefault="00B87E71" w:rsidP="00B87E71">
      <w:pPr>
        <w:jc w:val="both"/>
      </w:pPr>
      <w:r w:rsidRPr="00B87E71">
        <w:t xml:space="preserve">            }</w:t>
      </w:r>
    </w:p>
    <w:p w14:paraId="4368A2AD" w14:textId="77777777" w:rsidR="00B87E71" w:rsidRPr="00B87E71" w:rsidRDefault="00B87E71" w:rsidP="00B87E71">
      <w:pPr>
        <w:jc w:val="both"/>
      </w:pPr>
      <w:r w:rsidRPr="00B87E71">
        <w:t xml:space="preserve">         }</w:t>
      </w:r>
    </w:p>
    <w:p w14:paraId="2035A2C9" w14:textId="77777777" w:rsidR="00B87E71" w:rsidRPr="00B87E71" w:rsidRDefault="00B87E71" w:rsidP="00B87E71">
      <w:pPr>
        <w:jc w:val="both"/>
      </w:pPr>
      <w:r w:rsidRPr="00B87E71">
        <w:t xml:space="preserve">      }</w:t>
      </w:r>
    </w:p>
    <w:p w14:paraId="44B2CDFD" w14:textId="77777777" w:rsidR="00B87E71" w:rsidRPr="00B87E71" w:rsidRDefault="00B87E71" w:rsidP="00B87E71">
      <w:pPr>
        <w:jc w:val="both"/>
      </w:pPr>
      <w:r w:rsidRPr="00B87E71">
        <w:t xml:space="preserve">    }</w:t>
      </w:r>
    </w:p>
    <w:p w14:paraId="1A953C01" w14:textId="77777777" w:rsidR="00B87E71" w:rsidRPr="00B87E71" w:rsidRDefault="00B87E71" w:rsidP="00B87E71">
      <w:pPr>
        <w:jc w:val="both"/>
      </w:pPr>
    </w:p>
    <w:p w14:paraId="6A2BA4B6" w14:textId="77777777" w:rsidR="00B87E71" w:rsidRPr="00B87E71" w:rsidRDefault="00B87E71" w:rsidP="00B87E71">
      <w:pPr>
        <w:jc w:val="both"/>
      </w:pPr>
      <w:r w:rsidRPr="00B87E71">
        <w:t xml:space="preserve">    catch (</w:t>
      </w:r>
      <w:proofErr w:type="spellStart"/>
      <w:r w:rsidRPr="00B87E71">
        <w:t>ClassNotFoundException</w:t>
      </w:r>
      <w:proofErr w:type="spellEnd"/>
      <w:r w:rsidRPr="00B87E71">
        <w:t xml:space="preserve"> e)</w:t>
      </w:r>
    </w:p>
    <w:p w14:paraId="275ADCB8"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ClassNotFoundException</w:t>
      </w:r>
      <w:proofErr w:type="spellEnd"/>
      <w:r w:rsidRPr="00B87E71">
        <w:t>"); }</w:t>
      </w:r>
    </w:p>
    <w:p w14:paraId="63D24952" w14:textId="77777777" w:rsidR="00B87E71" w:rsidRPr="00B87E71" w:rsidRDefault="00B87E71" w:rsidP="00B87E71">
      <w:pPr>
        <w:jc w:val="both"/>
      </w:pPr>
      <w:r w:rsidRPr="00B87E71">
        <w:lastRenderedPageBreak/>
        <w:t xml:space="preserve">    catch (</w:t>
      </w:r>
      <w:proofErr w:type="spellStart"/>
      <w:r w:rsidRPr="00B87E71">
        <w:t>NoSuchMethodException</w:t>
      </w:r>
      <w:proofErr w:type="spellEnd"/>
      <w:r w:rsidRPr="00B87E71">
        <w:t xml:space="preserve"> </w:t>
      </w:r>
      <w:proofErr w:type="spellStart"/>
      <w:r w:rsidRPr="00B87E71">
        <w:t>nsme</w:t>
      </w:r>
      <w:proofErr w:type="spellEnd"/>
      <w:r w:rsidRPr="00B87E71">
        <w:t>)</w:t>
      </w:r>
    </w:p>
    <w:p w14:paraId="1553BDC3"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NoSuchMethodException</w:t>
      </w:r>
      <w:proofErr w:type="spellEnd"/>
      <w:r w:rsidRPr="00B87E71">
        <w:t>"); }</w:t>
      </w:r>
    </w:p>
    <w:p w14:paraId="48A395B1" w14:textId="77777777" w:rsidR="00B87E71" w:rsidRPr="00B87E71" w:rsidRDefault="00B87E71" w:rsidP="00B87E71">
      <w:pPr>
        <w:jc w:val="both"/>
      </w:pPr>
      <w:r w:rsidRPr="00B87E71">
        <w:t xml:space="preserve">    catch (</w:t>
      </w:r>
      <w:proofErr w:type="spellStart"/>
      <w:r w:rsidRPr="00B87E71">
        <w:t>InvocationTargetException</w:t>
      </w:r>
      <w:proofErr w:type="spellEnd"/>
      <w:r w:rsidRPr="00B87E71">
        <w:t xml:space="preserve"> </w:t>
      </w:r>
      <w:proofErr w:type="spellStart"/>
      <w:r w:rsidRPr="00B87E71">
        <w:t>jte</w:t>
      </w:r>
      <w:proofErr w:type="spellEnd"/>
      <w:r w:rsidRPr="00B87E71">
        <w:t>)</w:t>
      </w:r>
    </w:p>
    <w:p w14:paraId="46B27573"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InvocationTargetException</w:t>
      </w:r>
      <w:proofErr w:type="spellEnd"/>
      <w:r w:rsidRPr="00B87E71">
        <w:t>"); }</w:t>
      </w:r>
    </w:p>
    <w:p w14:paraId="4750A7ED" w14:textId="77777777" w:rsidR="00B87E71" w:rsidRPr="00B87E71" w:rsidRDefault="00B87E71" w:rsidP="00B87E71">
      <w:pPr>
        <w:jc w:val="both"/>
      </w:pPr>
      <w:r w:rsidRPr="00B87E71">
        <w:t xml:space="preserve">    catch (</w:t>
      </w:r>
      <w:proofErr w:type="spellStart"/>
      <w:r w:rsidRPr="00B87E71">
        <w:t>IllegalAccessException</w:t>
      </w:r>
      <w:proofErr w:type="spellEnd"/>
      <w:r w:rsidRPr="00B87E71">
        <w:t xml:space="preserve"> </w:t>
      </w:r>
      <w:proofErr w:type="spellStart"/>
      <w:r w:rsidRPr="00B87E71">
        <w:t>iaex</w:t>
      </w:r>
      <w:proofErr w:type="spellEnd"/>
      <w:r w:rsidRPr="00B87E71">
        <w:t>)</w:t>
      </w:r>
    </w:p>
    <w:p w14:paraId="7C46FF31"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llegalAccessException</w:t>
      </w:r>
      <w:proofErr w:type="spellEnd"/>
      <w:r w:rsidRPr="00B87E71">
        <w:t>"); }</w:t>
      </w:r>
    </w:p>
    <w:p w14:paraId="4AB901AC" w14:textId="77777777" w:rsidR="00B87E71" w:rsidRPr="00B87E71" w:rsidRDefault="00B87E71" w:rsidP="00B87E71">
      <w:pPr>
        <w:jc w:val="both"/>
      </w:pPr>
      <w:r w:rsidRPr="00B87E71">
        <w:t xml:space="preserve">    catch (</w:t>
      </w:r>
      <w:proofErr w:type="spellStart"/>
      <w:r w:rsidRPr="00B87E71">
        <w:t>FileNotFoundException</w:t>
      </w:r>
      <w:proofErr w:type="spellEnd"/>
      <w:r w:rsidRPr="00B87E71">
        <w:t xml:space="preserve"> </w:t>
      </w:r>
      <w:proofErr w:type="spellStart"/>
      <w:r w:rsidRPr="00B87E71">
        <w:t>fnfe</w:t>
      </w:r>
      <w:proofErr w:type="spellEnd"/>
      <w:r w:rsidRPr="00B87E71">
        <w:t>)</w:t>
      </w:r>
    </w:p>
    <w:p w14:paraId="3681FB87"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FileNotFoundException</w:t>
      </w:r>
      <w:proofErr w:type="spellEnd"/>
      <w:r w:rsidRPr="00B87E71">
        <w:t>"); }</w:t>
      </w:r>
    </w:p>
    <w:p w14:paraId="339B2DEE" w14:textId="77777777" w:rsidR="00B87E71" w:rsidRPr="00B87E71" w:rsidRDefault="00B87E71" w:rsidP="00B87E71">
      <w:pPr>
        <w:jc w:val="both"/>
      </w:pPr>
      <w:r w:rsidRPr="00B87E71">
        <w:t xml:space="preserve">    catch (</w:t>
      </w:r>
      <w:proofErr w:type="spellStart"/>
      <w:r w:rsidRPr="00B87E71">
        <w:t>IOException</w:t>
      </w:r>
      <w:proofErr w:type="spellEnd"/>
      <w:r w:rsidRPr="00B87E71">
        <w:t xml:space="preserve"> </w:t>
      </w:r>
      <w:proofErr w:type="spellStart"/>
      <w:r w:rsidRPr="00B87E71">
        <w:t>ioe</w:t>
      </w:r>
      <w:proofErr w:type="spellEnd"/>
      <w:r w:rsidRPr="00B87E71">
        <w:t>)</w:t>
      </w:r>
    </w:p>
    <w:p w14:paraId="633DCCAA" w14:textId="77777777" w:rsidR="00B87E71" w:rsidRPr="00B87E71" w:rsidRDefault="00B87E71" w:rsidP="00B87E71">
      <w:pPr>
        <w:jc w:val="both"/>
      </w:pPr>
      <w:r w:rsidRPr="00B87E71">
        <w:t xml:space="preserve">              </w:t>
      </w:r>
      <w:proofErr w:type="gramStart"/>
      <w:r w:rsidRPr="00B87E71">
        <w:t xml:space="preserve">{ </w:t>
      </w:r>
      <w:proofErr w:type="spellStart"/>
      <w:r w:rsidRPr="00B87E71">
        <w:t>System.out.println</w:t>
      </w:r>
      <w:proofErr w:type="spellEnd"/>
      <w:proofErr w:type="gramEnd"/>
      <w:r w:rsidRPr="00B87E71">
        <w:t xml:space="preserve"> ("</w:t>
      </w:r>
      <w:proofErr w:type="spellStart"/>
      <w:r w:rsidRPr="00B87E71">
        <w:t>IOException</w:t>
      </w:r>
      <w:proofErr w:type="spellEnd"/>
      <w:r w:rsidRPr="00B87E71">
        <w:t>"); }</w:t>
      </w:r>
    </w:p>
    <w:p w14:paraId="54E1815B" w14:textId="77777777" w:rsidR="00B87E71" w:rsidRPr="00B87E71" w:rsidRDefault="00B87E71" w:rsidP="00B87E71">
      <w:pPr>
        <w:jc w:val="both"/>
      </w:pPr>
      <w:r w:rsidRPr="00B87E71">
        <w:t xml:space="preserve">  }</w:t>
      </w:r>
    </w:p>
    <w:p w14:paraId="6A2C539A" w14:textId="77777777" w:rsidR="00B87E71" w:rsidRPr="00B87E71" w:rsidRDefault="00B87E71" w:rsidP="00B87E71">
      <w:pPr>
        <w:jc w:val="both"/>
      </w:pPr>
    </w:p>
    <w:p w14:paraId="41902917" w14:textId="77777777" w:rsidR="00B87E71" w:rsidRPr="00B87E71" w:rsidRDefault="00B87E71" w:rsidP="00B87E71">
      <w:pPr>
        <w:jc w:val="both"/>
      </w:pPr>
      <w:r w:rsidRPr="00B87E71">
        <w:t xml:space="preserve">  //________________________________________________________________</w:t>
      </w:r>
    </w:p>
    <w:p w14:paraId="528531A5" w14:textId="77777777" w:rsidR="00B87E71" w:rsidRPr="00B87E71" w:rsidRDefault="00B87E71" w:rsidP="00B87E71">
      <w:pPr>
        <w:jc w:val="both"/>
      </w:pPr>
      <w:r w:rsidRPr="00B87E71">
        <w:t xml:space="preserve">  public static Object </w:t>
      </w:r>
      <w:proofErr w:type="spellStart"/>
      <w:proofErr w:type="gramStart"/>
      <w:r w:rsidRPr="00B87E71">
        <w:t>createObject</w:t>
      </w:r>
      <w:proofErr w:type="spellEnd"/>
      <w:r w:rsidRPr="00B87E71">
        <w:t>(</w:t>
      </w:r>
      <w:proofErr w:type="gramEnd"/>
      <w:r w:rsidRPr="00B87E71">
        <w:t xml:space="preserve">Class </w:t>
      </w:r>
      <w:proofErr w:type="spellStart"/>
      <w:r w:rsidRPr="00B87E71">
        <w:t>currentClass</w:t>
      </w:r>
      <w:proofErr w:type="spellEnd"/>
      <w:r w:rsidRPr="00B87E71">
        <w:t xml:space="preserve">, String [] </w:t>
      </w:r>
      <w:proofErr w:type="spellStart"/>
      <w:r w:rsidRPr="00B87E71">
        <w:t>strArgs</w:t>
      </w:r>
      <w:proofErr w:type="spellEnd"/>
      <w:r w:rsidRPr="00B87E71">
        <w:t>)</w:t>
      </w:r>
    </w:p>
    <w:p w14:paraId="5ACE5C0F" w14:textId="77777777" w:rsidR="00B87E71" w:rsidRPr="00B87E71" w:rsidRDefault="00B87E71" w:rsidP="00B87E71">
      <w:pPr>
        <w:jc w:val="both"/>
      </w:pPr>
      <w:r w:rsidRPr="00B87E71">
        <w:t xml:space="preserve">  {  </w:t>
      </w:r>
    </w:p>
    <w:p w14:paraId="39AE927A" w14:textId="77777777" w:rsidR="00B87E71" w:rsidRPr="00B87E71" w:rsidRDefault="00B87E71" w:rsidP="00B87E71">
      <w:pPr>
        <w:jc w:val="both"/>
      </w:pPr>
      <w:r w:rsidRPr="00B87E71">
        <w:t xml:space="preserve">     // static because it is called from a static context i.e. </w:t>
      </w:r>
      <w:proofErr w:type="gramStart"/>
      <w:r w:rsidRPr="00B87E71">
        <w:t>main(</w:t>
      </w:r>
      <w:proofErr w:type="gramEnd"/>
      <w:r w:rsidRPr="00B87E71">
        <w:t>)</w:t>
      </w:r>
    </w:p>
    <w:p w14:paraId="793622CA" w14:textId="77777777" w:rsidR="00B87E71" w:rsidRPr="00B87E71" w:rsidRDefault="00B87E71" w:rsidP="00B87E71">
      <w:pPr>
        <w:jc w:val="both"/>
      </w:pPr>
      <w:r w:rsidRPr="00B87E71">
        <w:t xml:space="preserve">    </w:t>
      </w:r>
      <w:proofErr w:type="gramStart"/>
      <w:r w:rsidRPr="00B87E71">
        <w:t>Class[</w:t>
      </w:r>
      <w:proofErr w:type="gramEnd"/>
      <w:r w:rsidRPr="00B87E71">
        <w:t xml:space="preserve">] </w:t>
      </w:r>
      <w:proofErr w:type="spellStart"/>
      <w:r w:rsidRPr="00B87E71">
        <w:t>paramTypes</w:t>
      </w:r>
      <w:proofErr w:type="spellEnd"/>
      <w:r w:rsidRPr="00B87E71">
        <w:t xml:space="preserve"> = null;</w:t>
      </w:r>
    </w:p>
    <w:p w14:paraId="2CE1A2BC" w14:textId="77777777" w:rsidR="00B87E71" w:rsidRPr="00B87E71" w:rsidRDefault="00B87E71" w:rsidP="00B87E71">
      <w:pPr>
        <w:jc w:val="both"/>
      </w:pPr>
      <w:r w:rsidRPr="00B87E71">
        <w:t xml:space="preserve">    </w:t>
      </w:r>
      <w:proofErr w:type="gramStart"/>
      <w:r w:rsidRPr="00B87E71">
        <w:t>Object[</w:t>
      </w:r>
      <w:proofErr w:type="gramEnd"/>
      <w:r w:rsidRPr="00B87E71">
        <w:t xml:space="preserve">] </w:t>
      </w:r>
      <w:proofErr w:type="spellStart"/>
      <w:r w:rsidRPr="00B87E71">
        <w:t>objArgs</w:t>
      </w:r>
      <w:proofErr w:type="spellEnd"/>
      <w:r w:rsidRPr="00B87E71">
        <w:t xml:space="preserve"> = null;</w:t>
      </w:r>
    </w:p>
    <w:p w14:paraId="672CC9CE" w14:textId="77777777" w:rsidR="00B87E71" w:rsidRPr="00B87E71" w:rsidRDefault="00B87E71" w:rsidP="00B87E71">
      <w:pPr>
        <w:jc w:val="both"/>
      </w:pPr>
    </w:p>
    <w:p w14:paraId="3C46D6ED" w14:textId="77777777" w:rsidR="00B87E71" w:rsidRPr="00B87E71" w:rsidRDefault="00B87E71" w:rsidP="00B87E71">
      <w:pPr>
        <w:jc w:val="both"/>
      </w:pPr>
      <w:r w:rsidRPr="00B87E71">
        <w:t xml:space="preserve">    // Find all constructors for </w:t>
      </w:r>
      <w:proofErr w:type="spellStart"/>
      <w:r w:rsidRPr="00B87E71">
        <w:t>currentClass</w:t>
      </w:r>
      <w:proofErr w:type="spellEnd"/>
    </w:p>
    <w:p w14:paraId="04B01BF1" w14:textId="77777777" w:rsidR="00B87E71" w:rsidRPr="00B87E71" w:rsidRDefault="00B87E71" w:rsidP="00B87E71">
      <w:pPr>
        <w:jc w:val="both"/>
      </w:pPr>
      <w:r w:rsidRPr="00B87E71">
        <w:t xml:space="preserve">    </w:t>
      </w:r>
      <w:proofErr w:type="gramStart"/>
      <w:r w:rsidRPr="00B87E71">
        <w:t>Constructor[</w:t>
      </w:r>
      <w:proofErr w:type="gramEnd"/>
      <w:r w:rsidRPr="00B87E71">
        <w:t xml:space="preserve">] cons = </w:t>
      </w:r>
      <w:proofErr w:type="spellStart"/>
      <w:r w:rsidRPr="00B87E71">
        <w:t>currentClass.getConstructors</w:t>
      </w:r>
      <w:proofErr w:type="spellEnd"/>
      <w:r w:rsidRPr="00B87E71">
        <w:t>();</w:t>
      </w:r>
    </w:p>
    <w:p w14:paraId="732C97DB" w14:textId="77777777" w:rsidR="00B87E71" w:rsidRPr="00B87E71" w:rsidRDefault="00B87E71" w:rsidP="00B87E71">
      <w:pPr>
        <w:jc w:val="both"/>
      </w:pPr>
    </w:p>
    <w:p w14:paraId="10CAAC51" w14:textId="77777777" w:rsidR="00B87E71" w:rsidRPr="00B87E71" w:rsidRDefault="00B87E71" w:rsidP="00B87E71">
      <w:pPr>
        <w:jc w:val="both"/>
      </w:pPr>
      <w:r w:rsidRPr="00B87E71">
        <w:t xml:space="preserve">    for (</w:t>
      </w:r>
      <w:proofErr w:type="spellStart"/>
      <w:r w:rsidRPr="00B87E71">
        <w:t>int</w:t>
      </w:r>
      <w:proofErr w:type="spellEnd"/>
      <w:r w:rsidRPr="00B87E71">
        <w:t xml:space="preserve"> </w:t>
      </w:r>
      <w:proofErr w:type="spellStart"/>
      <w:r w:rsidRPr="00B87E71">
        <w:t>i</w:t>
      </w:r>
      <w:proofErr w:type="spellEnd"/>
      <w:r w:rsidRPr="00B87E71">
        <w:t xml:space="preserve"> = 0; </w:t>
      </w:r>
      <w:proofErr w:type="spellStart"/>
      <w:r w:rsidRPr="00B87E71">
        <w:t>i</w:t>
      </w:r>
      <w:proofErr w:type="spellEnd"/>
      <w:r w:rsidRPr="00B87E71">
        <w:t xml:space="preserve"> &lt; </w:t>
      </w:r>
      <w:proofErr w:type="spellStart"/>
      <w:proofErr w:type="gramStart"/>
      <w:r w:rsidRPr="00B87E71">
        <w:t>cons.length</w:t>
      </w:r>
      <w:proofErr w:type="spellEnd"/>
      <w:proofErr w:type="gramEnd"/>
      <w:r w:rsidRPr="00B87E71">
        <w:t xml:space="preserve">; </w:t>
      </w:r>
      <w:proofErr w:type="spellStart"/>
      <w:r w:rsidRPr="00B87E71">
        <w:t>i</w:t>
      </w:r>
      <w:proofErr w:type="spellEnd"/>
      <w:r w:rsidRPr="00B87E71">
        <w:t>++)  // Iterate through all constructors</w:t>
      </w:r>
    </w:p>
    <w:p w14:paraId="4A41475D" w14:textId="77777777" w:rsidR="00B87E71" w:rsidRPr="00B87E71" w:rsidRDefault="00B87E71" w:rsidP="00B87E71">
      <w:pPr>
        <w:jc w:val="both"/>
      </w:pPr>
      <w:r w:rsidRPr="00B87E71">
        <w:t xml:space="preserve">    {  </w:t>
      </w:r>
    </w:p>
    <w:p w14:paraId="455B8D82" w14:textId="77777777" w:rsidR="00B87E71" w:rsidRPr="00B87E71" w:rsidRDefault="00B87E71" w:rsidP="00B87E71">
      <w:pPr>
        <w:jc w:val="both"/>
      </w:pPr>
      <w:r w:rsidRPr="00B87E71">
        <w:tab/>
        <w:t xml:space="preserve"> </w:t>
      </w:r>
      <w:proofErr w:type="spellStart"/>
      <w:r w:rsidRPr="00B87E71">
        <w:t>paramTypes</w:t>
      </w:r>
      <w:proofErr w:type="spellEnd"/>
      <w:r w:rsidRPr="00B87E71">
        <w:t xml:space="preserve"> = cons[</w:t>
      </w:r>
      <w:proofErr w:type="spellStart"/>
      <w:r w:rsidRPr="00B87E71">
        <w:t>i</w:t>
      </w:r>
      <w:proofErr w:type="spellEnd"/>
      <w:proofErr w:type="gramStart"/>
      <w:r w:rsidRPr="00B87E71">
        <w:t>].</w:t>
      </w:r>
      <w:proofErr w:type="spellStart"/>
      <w:r w:rsidRPr="00B87E71">
        <w:t>getParameterTypes</w:t>
      </w:r>
      <w:proofErr w:type="spellEnd"/>
      <w:proofErr w:type="gramEnd"/>
      <w:r w:rsidRPr="00B87E71">
        <w:t xml:space="preserve">();  // 'Class' for each </w:t>
      </w:r>
      <w:proofErr w:type="spellStart"/>
      <w:r w:rsidRPr="00B87E71">
        <w:t>param</w:t>
      </w:r>
      <w:proofErr w:type="spellEnd"/>
      <w:r w:rsidRPr="00B87E71">
        <w:t xml:space="preserve"> type</w:t>
      </w:r>
    </w:p>
    <w:p w14:paraId="64507C15" w14:textId="77777777" w:rsidR="00B87E71" w:rsidRPr="00B87E71" w:rsidRDefault="00B87E71" w:rsidP="00B87E71">
      <w:pPr>
        <w:jc w:val="both"/>
      </w:pPr>
      <w:r w:rsidRPr="00B87E71">
        <w:t xml:space="preserve">       </w:t>
      </w:r>
      <w:proofErr w:type="spellStart"/>
      <w:r w:rsidRPr="00B87E71">
        <w:t>objArgs</w:t>
      </w:r>
      <w:proofErr w:type="spellEnd"/>
      <w:r w:rsidRPr="00B87E71">
        <w:t xml:space="preserve"> = new </w:t>
      </w:r>
      <w:proofErr w:type="gramStart"/>
      <w:r w:rsidRPr="00B87E71">
        <w:t>Object[</w:t>
      </w:r>
      <w:proofErr w:type="spellStart"/>
      <w:proofErr w:type="gramEnd"/>
      <w:r w:rsidRPr="00B87E71">
        <w:t>paramTypes.length</w:t>
      </w:r>
      <w:proofErr w:type="spellEnd"/>
      <w:r w:rsidRPr="00B87E71">
        <w:t xml:space="preserve">];   // array of </w:t>
      </w:r>
      <w:proofErr w:type="spellStart"/>
      <w:r w:rsidRPr="00B87E71">
        <w:t>Obj</w:t>
      </w:r>
      <w:proofErr w:type="spellEnd"/>
      <w:r w:rsidRPr="00B87E71">
        <w:t xml:space="preserve"> for </w:t>
      </w:r>
      <w:proofErr w:type="spellStart"/>
      <w:r w:rsidRPr="00B87E71">
        <w:t>params</w:t>
      </w:r>
      <w:proofErr w:type="spellEnd"/>
    </w:p>
    <w:p w14:paraId="7EB512E2" w14:textId="77777777" w:rsidR="00B87E71" w:rsidRPr="00B87E71" w:rsidRDefault="00B87E71" w:rsidP="00B87E71">
      <w:pPr>
        <w:jc w:val="both"/>
      </w:pPr>
    </w:p>
    <w:p w14:paraId="03A25F77" w14:textId="77777777" w:rsidR="00B87E71" w:rsidRPr="00B87E71" w:rsidRDefault="00B87E71" w:rsidP="00B87E71">
      <w:pPr>
        <w:jc w:val="both"/>
      </w:pPr>
      <w:r w:rsidRPr="00B87E71">
        <w:t xml:space="preserve">       // find a constructor having the same number of </w:t>
      </w:r>
      <w:proofErr w:type="spellStart"/>
      <w:r w:rsidRPr="00B87E71">
        <w:t>args</w:t>
      </w:r>
      <w:proofErr w:type="spellEnd"/>
      <w:r w:rsidRPr="00B87E71">
        <w:t xml:space="preserve"> as read from file</w:t>
      </w:r>
    </w:p>
    <w:p w14:paraId="07351959" w14:textId="77777777" w:rsidR="00B87E71" w:rsidRPr="00B87E71" w:rsidRDefault="00B87E71" w:rsidP="00B87E71">
      <w:pPr>
        <w:jc w:val="both"/>
      </w:pPr>
      <w:r w:rsidRPr="00B87E71">
        <w:t xml:space="preserve">       if (</w:t>
      </w:r>
      <w:proofErr w:type="spellStart"/>
      <w:r w:rsidRPr="00B87E71">
        <w:t>paramTypes.length</w:t>
      </w:r>
      <w:proofErr w:type="spellEnd"/>
      <w:r w:rsidRPr="00B87E71">
        <w:t xml:space="preserve"> == </w:t>
      </w:r>
      <w:proofErr w:type="spellStart"/>
      <w:r w:rsidRPr="00B87E71">
        <w:t>strArgs.length</w:t>
      </w:r>
      <w:proofErr w:type="spellEnd"/>
      <w:r w:rsidRPr="00B87E71">
        <w:t>)</w:t>
      </w:r>
    </w:p>
    <w:p w14:paraId="1B1A18E4" w14:textId="77777777" w:rsidR="00B87E71" w:rsidRPr="00B87E71" w:rsidRDefault="00B87E71" w:rsidP="00B87E71">
      <w:pPr>
        <w:jc w:val="both"/>
      </w:pPr>
      <w:r w:rsidRPr="00B87E71">
        <w:t xml:space="preserve">       {  </w:t>
      </w:r>
    </w:p>
    <w:p w14:paraId="5339A716" w14:textId="77777777" w:rsidR="00B87E71" w:rsidRPr="00B87E71" w:rsidRDefault="00B87E71" w:rsidP="00B87E71">
      <w:pPr>
        <w:jc w:val="both"/>
      </w:pPr>
      <w:r w:rsidRPr="00B87E71">
        <w:tab/>
        <w:t xml:space="preserve">    for (</w:t>
      </w:r>
      <w:proofErr w:type="spellStart"/>
      <w:r w:rsidRPr="00B87E71">
        <w:t>int</w:t>
      </w:r>
      <w:proofErr w:type="spellEnd"/>
      <w:r w:rsidRPr="00B87E71">
        <w:t xml:space="preserve"> j = 0; j &lt; </w:t>
      </w:r>
      <w:proofErr w:type="spellStart"/>
      <w:r w:rsidRPr="00B87E71">
        <w:t>paramTypes.length</w:t>
      </w:r>
      <w:proofErr w:type="spellEnd"/>
      <w:r w:rsidRPr="00B87E71">
        <w:t xml:space="preserve">; </w:t>
      </w:r>
      <w:proofErr w:type="spellStart"/>
      <w:proofErr w:type="gramStart"/>
      <w:r w:rsidRPr="00B87E71">
        <w:t>j++</w:t>
      </w:r>
      <w:proofErr w:type="spellEnd"/>
      <w:r w:rsidRPr="00B87E71">
        <w:t>)  /</w:t>
      </w:r>
      <w:proofErr w:type="gramEnd"/>
      <w:r w:rsidRPr="00B87E71">
        <w:t>/ wrap all primitives</w:t>
      </w:r>
    </w:p>
    <w:p w14:paraId="65CBE309" w14:textId="77777777" w:rsidR="00B87E71" w:rsidRPr="00B87E71" w:rsidRDefault="00B87E71" w:rsidP="00B87E71">
      <w:pPr>
        <w:jc w:val="both"/>
      </w:pPr>
      <w:r w:rsidRPr="00B87E71">
        <w:lastRenderedPageBreak/>
        <w:t xml:space="preserve">          </w:t>
      </w:r>
      <w:proofErr w:type="gramStart"/>
      <w:r w:rsidRPr="00B87E71">
        <w:t>{  if</w:t>
      </w:r>
      <w:proofErr w:type="gramEnd"/>
      <w:r w:rsidRPr="00B87E71">
        <w:t xml:space="preserve"> (</w:t>
      </w:r>
      <w:proofErr w:type="spellStart"/>
      <w:r w:rsidRPr="00B87E71">
        <w:t>paramTypes</w:t>
      </w:r>
      <w:proofErr w:type="spellEnd"/>
      <w:r w:rsidRPr="00B87E71">
        <w:t xml:space="preserve">[j] == </w:t>
      </w:r>
      <w:proofErr w:type="spellStart"/>
      <w:r w:rsidRPr="00B87E71">
        <w:t>String.class</w:t>
      </w:r>
      <w:proofErr w:type="spellEnd"/>
      <w:r w:rsidRPr="00B87E71">
        <w:t>)</w:t>
      </w:r>
    </w:p>
    <w:p w14:paraId="59D1CDA0" w14:textId="77777777" w:rsidR="00B87E71" w:rsidRPr="00B87E71" w:rsidRDefault="00B87E71" w:rsidP="00B87E71">
      <w:pPr>
        <w:jc w:val="both"/>
      </w:pPr>
      <w:r w:rsidRPr="00B87E71">
        <w:t xml:space="preserve">                </w:t>
      </w:r>
      <w:proofErr w:type="spellStart"/>
      <w:r w:rsidRPr="00B87E71">
        <w:t>objArgs</w:t>
      </w:r>
      <w:proofErr w:type="spellEnd"/>
      <w:r w:rsidRPr="00B87E71">
        <w:t xml:space="preserve">[j] = </w:t>
      </w:r>
      <w:proofErr w:type="spellStart"/>
      <w:r w:rsidRPr="00B87E71">
        <w:t>strArgs</w:t>
      </w:r>
      <w:proofErr w:type="spellEnd"/>
      <w:r w:rsidRPr="00B87E71">
        <w:t>[j];</w:t>
      </w:r>
    </w:p>
    <w:p w14:paraId="60CA488B" w14:textId="77777777" w:rsidR="00B87E71" w:rsidRPr="00B87E71" w:rsidRDefault="00B87E71" w:rsidP="00B87E71">
      <w:pPr>
        <w:jc w:val="both"/>
      </w:pPr>
      <w:r w:rsidRPr="00B87E71">
        <w:t xml:space="preserve">              else if (</w:t>
      </w:r>
      <w:proofErr w:type="spellStart"/>
      <w:r w:rsidRPr="00B87E71">
        <w:t>paramTypes</w:t>
      </w:r>
      <w:proofErr w:type="spellEnd"/>
      <w:r w:rsidRPr="00B87E71">
        <w:t>[j</w:t>
      </w:r>
      <w:proofErr w:type="gramStart"/>
      <w:r w:rsidRPr="00B87E71">
        <w:t>].</w:t>
      </w:r>
      <w:proofErr w:type="spellStart"/>
      <w:r w:rsidRPr="00B87E71">
        <w:t>getName</w:t>
      </w:r>
      <w:proofErr w:type="spellEnd"/>
      <w:proofErr w:type="gramEnd"/>
      <w:r w:rsidRPr="00B87E71">
        <w:t>().equals("float"))</w:t>
      </w:r>
    </w:p>
    <w:p w14:paraId="4B4DD908" w14:textId="77777777" w:rsidR="00B87E71" w:rsidRPr="00B87E71" w:rsidRDefault="00B87E71" w:rsidP="00B87E71">
      <w:pPr>
        <w:jc w:val="both"/>
      </w:pPr>
      <w:r w:rsidRPr="00B87E71">
        <w:t xml:space="preserve">                     </w:t>
      </w:r>
      <w:proofErr w:type="spellStart"/>
      <w:r w:rsidRPr="00B87E71">
        <w:t>objArgs</w:t>
      </w:r>
      <w:proofErr w:type="spellEnd"/>
      <w:r w:rsidRPr="00B87E71">
        <w:t>[j] = new Float(</w:t>
      </w:r>
      <w:proofErr w:type="spellStart"/>
      <w:r w:rsidRPr="00B87E71">
        <w:t>Float.parseFloat</w:t>
      </w:r>
      <w:proofErr w:type="spellEnd"/>
      <w:r w:rsidRPr="00B87E71">
        <w:t>(</w:t>
      </w:r>
      <w:proofErr w:type="spellStart"/>
      <w:r w:rsidRPr="00B87E71">
        <w:t>strArgs</w:t>
      </w:r>
      <w:proofErr w:type="spellEnd"/>
      <w:r w:rsidRPr="00B87E71">
        <w:t>[j]));</w:t>
      </w:r>
    </w:p>
    <w:p w14:paraId="048BEE43" w14:textId="77777777" w:rsidR="00B87E71" w:rsidRPr="00B87E71" w:rsidRDefault="00B87E71" w:rsidP="00B87E71">
      <w:pPr>
        <w:jc w:val="both"/>
      </w:pPr>
      <w:r w:rsidRPr="00B87E71">
        <w:t xml:space="preserve">                   else if (</w:t>
      </w:r>
      <w:proofErr w:type="spellStart"/>
      <w:r w:rsidRPr="00B87E71">
        <w:t>paramTypes</w:t>
      </w:r>
      <w:proofErr w:type="spellEnd"/>
      <w:r w:rsidRPr="00B87E71">
        <w:t>[j</w:t>
      </w:r>
      <w:proofErr w:type="gramStart"/>
      <w:r w:rsidRPr="00B87E71">
        <w:t>].</w:t>
      </w:r>
      <w:proofErr w:type="spellStart"/>
      <w:r w:rsidRPr="00B87E71">
        <w:t>getName</w:t>
      </w:r>
      <w:proofErr w:type="spellEnd"/>
      <w:proofErr w:type="gramEnd"/>
      <w:r w:rsidRPr="00B87E71">
        <w:t>().equals("</w:t>
      </w:r>
      <w:proofErr w:type="spellStart"/>
      <w:r w:rsidRPr="00B87E71">
        <w:t>int</w:t>
      </w:r>
      <w:proofErr w:type="spellEnd"/>
      <w:r w:rsidRPr="00B87E71">
        <w:t>"))</w:t>
      </w:r>
    </w:p>
    <w:p w14:paraId="07403877" w14:textId="77777777" w:rsidR="00B87E71" w:rsidRPr="00B87E71" w:rsidRDefault="00B87E71" w:rsidP="00B87E71">
      <w:pPr>
        <w:jc w:val="both"/>
      </w:pPr>
      <w:r w:rsidRPr="00B87E71">
        <w:t xml:space="preserve">                           </w:t>
      </w:r>
      <w:proofErr w:type="spellStart"/>
      <w:r w:rsidRPr="00B87E71">
        <w:t>objArgs</w:t>
      </w:r>
      <w:proofErr w:type="spellEnd"/>
      <w:r w:rsidRPr="00B87E71">
        <w:t>[j] = new Integer(</w:t>
      </w:r>
      <w:proofErr w:type="spellStart"/>
      <w:r w:rsidRPr="00B87E71">
        <w:t>Integer.parseInt</w:t>
      </w:r>
      <w:proofErr w:type="spellEnd"/>
      <w:r w:rsidRPr="00B87E71">
        <w:t>(</w:t>
      </w:r>
      <w:proofErr w:type="spellStart"/>
      <w:r w:rsidRPr="00B87E71">
        <w:t>strArgs</w:t>
      </w:r>
      <w:proofErr w:type="spellEnd"/>
      <w:r w:rsidRPr="00B87E71">
        <w:t>[j]));</w:t>
      </w:r>
    </w:p>
    <w:p w14:paraId="45C2E294" w14:textId="77777777" w:rsidR="00B87E71" w:rsidRPr="00B87E71" w:rsidRDefault="00B87E71" w:rsidP="00B87E71">
      <w:pPr>
        <w:jc w:val="both"/>
      </w:pPr>
      <w:r w:rsidRPr="00B87E71">
        <w:t xml:space="preserve">             </w:t>
      </w:r>
      <w:r w:rsidRPr="00B87E71">
        <w:tab/>
      </w:r>
      <w:r w:rsidRPr="00B87E71">
        <w:tab/>
        <w:t xml:space="preserve">  else if (</w:t>
      </w:r>
      <w:proofErr w:type="spellStart"/>
      <w:r w:rsidRPr="00B87E71">
        <w:t>paramTypes</w:t>
      </w:r>
      <w:proofErr w:type="spellEnd"/>
      <w:r w:rsidRPr="00B87E71">
        <w:t>[j</w:t>
      </w:r>
      <w:proofErr w:type="gramStart"/>
      <w:r w:rsidRPr="00B87E71">
        <w:t>].</w:t>
      </w:r>
      <w:proofErr w:type="spellStart"/>
      <w:r w:rsidRPr="00B87E71">
        <w:t>getName</w:t>
      </w:r>
      <w:proofErr w:type="spellEnd"/>
      <w:proofErr w:type="gramEnd"/>
      <w:r w:rsidRPr="00B87E71">
        <w:t>().equals("</w:t>
      </w:r>
      <w:proofErr w:type="spellStart"/>
      <w:r w:rsidRPr="00B87E71">
        <w:t>boolean</w:t>
      </w:r>
      <w:proofErr w:type="spellEnd"/>
      <w:r w:rsidRPr="00B87E71">
        <w:t>"))</w:t>
      </w:r>
    </w:p>
    <w:p w14:paraId="607B2E31" w14:textId="77777777" w:rsidR="00B87E71" w:rsidRPr="00B87E71" w:rsidRDefault="00B87E71" w:rsidP="00B87E71">
      <w:pPr>
        <w:jc w:val="both"/>
      </w:pPr>
      <w:r w:rsidRPr="00B87E71">
        <w:t xml:space="preserve">                     </w:t>
      </w:r>
      <w:r w:rsidRPr="00B87E71">
        <w:tab/>
      </w:r>
      <w:proofErr w:type="spellStart"/>
      <w:r w:rsidRPr="00B87E71">
        <w:t>objArgs</w:t>
      </w:r>
      <w:proofErr w:type="spellEnd"/>
      <w:r w:rsidRPr="00B87E71">
        <w:t>[j] = new Boolean(</w:t>
      </w:r>
      <w:proofErr w:type="spellStart"/>
      <w:r w:rsidRPr="00B87E71">
        <w:t>Boolean.getBoolean</w:t>
      </w:r>
      <w:proofErr w:type="spellEnd"/>
      <w:r w:rsidRPr="00B87E71">
        <w:t>(</w:t>
      </w:r>
      <w:proofErr w:type="spellStart"/>
      <w:r w:rsidRPr="00B87E71">
        <w:t>strArgs</w:t>
      </w:r>
      <w:proofErr w:type="spellEnd"/>
      <w:r w:rsidRPr="00B87E71">
        <w:t>[j]));</w:t>
      </w:r>
    </w:p>
    <w:p w14:paraId="70A7F340" w14:textId="77777777" w:rsidR="00B87E71" w:rsidRPr="00B87E71" w:rsidRDefault="00B87E71" w:rsidP="00B87E71">
      <w:pPr>
        <w:jc w:val="both"/>
      </w:pPr>
      <w:r w:rsidRPr="00B87E71">
        <w:t xml:space="preserve">                  </w:t>
      </w:r>
      <w:r w:rsidRPr="00B87E71">
        <w:tab/>
      </w:r>
      <w:r w:rsidRPr="00B87E71">
        <w:tab/>
        <w:t xml:space="preserve">  else if (</w:t>
      </w:r>
      <w:proofErr w:type="spellStart"/>
      <w:r w:rsidRPr="00B87E71">
        <w:t>paramTypes</w:t>
      </w:r>
      <w:proofErr w:type="spellEnd"/>
      <w:r w:rsidRPr="00B87E71">
        <w:t>[j</w:t>
      </w:r>
      <w:proofErr w:type="gramStart"/>
      <w:r w:rsidRPr="00B87E71">
        <w:t>].</w:t>
      </w:r>
      <w:proofErr w:type="spellStart"/>
      <w:r w:rsidRPr="00B87E71">
        <w:t>getName</w:t>
      </w:r>
      <w:proofErr w:type="spellEnd"/>
      <w:proofErr w:type="gramEnd"/>
      <w:r w:rsidRPr="00B87E71">
        <w:t>().equals("char"))</w:t>
      </w:r>
    </w:p>
    <w:p w14:paraId="762BDC34" w14:textId="77777777" w:rsidR="00B87E71" w:rsidRPr="00B87E71" w:rsidRDefault="00B87E71" w:rsidP="00B87E71">
      <w:pPr>
        <w:jc w:val="both"/>
      </w:pPr>
      <w:r w:rsidRPr="00B87E71">
        <w:t xml:space="preserve">                            </w:t>
      </w:r>
      <w:proofErr w:type="spellStart"/>
      <w:r w:rsidRPr="00B87E71">
        <w:t>objArgs</w:t>
      </w:r>
      <w:proofErr w:type="spellEnd"/>
      <w:r w:rsidRPr="00B87E71">
        <w:t>[j] = new Character(</w:t>
      </w:r>
      <w:proofErr w:type="spellStart"/>
      <w:r w:rsidRPr="00B87E71">
        <w:t>strArgs</w:t>
      </w:r>
      <w:proofErr w:type="spellEnd"/>
      <w:r w:rsidRPr="00B87E71">
        <w:t>[j</w:t>
      </w:r>
      <w:proofErr w:type="gramStart"/>
      <w:r w:rsidRPr="00B87E71">
        <w:t>].</w:t>
      </w:r>
      <w:proofErr w:type="spellStart"/>
      <w:r w:rsidRPr="00B87E71">
        <w:t>charAt</w:t>
      </w:r>
      <w:proofErr w:type="spellEnd"/>
      <w:proofErr w:type="gramEnd"/>
      <w:r w:rsidRPr="00B87E71">
        <w:t>(0));</w:t>
      </w:r>
    </w:p>
    <w:p w14:paraId="0BAB9DC5" w14:textId="77777777" w:rsidR="00B87E71" w:rsidRPr="00B87E71" w:rsidRDefault="00B87E71" w:rsidP="00B87E71">
      <w:pPr>
        <w:jc w:val="both"/>
      </w:pPr>
      <w:r w:rsidRPr="00B87E71">
        <w:t xml:space="preserve">        }</w:t>
      </w:r>
    </w:p>
    <w:p w14:paraId="51D0512D" w14:textId="77777777" w:rsidR="00B87E71" w:rsidRPr="00B87E71" w:rsidRDefault="00B87E71" w:rsidP="00B87E71">
      <w:pPr>
        <w:jc w:val="both"/>
      </w:pPr>
      <w:r w:rsidRPr="00B87E71">
        <w:t xml:space="preserve">        try </w:t>
      </w:r>
      <w:proofErr w:type="gramStart"/>
      <w:r w:rsidRPr="00B87E71">
        <w:t>{  /</w:t>
      </w:r>
      <w:proofErr w:type="gramEnd"/>
      <w:r w:rsidRPr="00B87E71">
        <w:t xml:space="preserve">/ construct a new instance passing </w:t>
      </w:r>
      <w:proofErr w:type="spellStart"/>
      <w:r w:rsidRPr="00B87E71">
        <w:t>args</w:t>
      </w:r>
      <w:proofErr w:type="spellEnd"/>
      <w:r w:rsidRPr="00B87E71">
        <w:t xml:space="preserve"> as objects</w:t>
      </w:r>
    </w:p>
    <w:p w14:paraId="3FC7178B" w14:textId="77777777" w:rsidR="00B87E71" w:rsidRPr="00B87E71" w:rsidRDefault="00B87E71" w:rsidP="00B87E71">
      <w:pPr>
        <w:jc w:val="both"/>
      </w:pPr>
      <w:r w:rsidRPr="00B87E71">
        <w:t xml:space="preserve">               return cons[</w:t>
      </w:r>
      <w:proofErr w:type="spellStart"/>
      <w:r w:rsidRPr="00B87E71">
        <w:t>i</w:t>
      </w:r>
      <w:proofErr w:type="spellEnd"/>
      <w:proofErr w:type="gramStart"/>
      <w:r w:rsidRPr="00B87E71">
        <w:t>].</w:t>
      </w:r>
      <w:proofErr w:type="spellStart"/>
      <w:r w:rsidRPr="00B87E71">
        <w:t>newInstance</w:t>
      </w:r>
      <w:proofErr w:type="spellEnd"/>
      <w:proofErr w:type="gramEnd"/>
      <w:r w:rsidRPr="00B87E71">
        <w:t>(</w:t>
      </w:r>
      <w:proofErr w:type="spellStart"/>
      <w:r w:rsidRPr="00B87E71">
        <w:t>objArgs</w:t>
      </w:r>
      <w:proofErr w:type="spellEnd"/>
      <w:r w:rsidRPr="00B87E71">
        <w:t>);</w:t>
      </w:r>
    </w:p>
    <w:p w14:paraId="53DF146C" w14:textId="77777777" w:rsidR="00B87E71" w:rsidRPr="00B87E71" w:rsidRDefault="00B87E71" w:rsidP="00B87E71">
      <w:pPr>
        <w:jc w:val="both"/>
      </w:pPr>
      <w:r w:rsidRPr="00B87E71">
        <w:t xml:space="preserve">            }</w:t>
      </w:r>
    </w:p>
    <w:p w14:paraId="301F66C6" w14:textId="77777777" w:rsidR="00B87E71" w:rsidRPr="00B87E71" w:rsidRDefault="00B87E71" w:rsidP="00B87E71">
      <w:pPr>
        <w:jc w:val="both"/>
      </w:pPr>
      <w:r w:rsidRPr="00B87E71">
        <w:t xml:space="preserve">            catch (</w:t>
      </w:r>
      <w:proofErr w:type="spellStart"/>
      <w:r w:rsidRPr="00B87E71">
        <w:t>InstantiationException</w:t>
      </w:r>
      <w:proofErr w:type="spellEnd"/>
      <w:r w:rsidRPr="00B87E71">
        <w:t xml:space="preserve"> </w:t>
      </w:r>
      <w:proofErr w:type="spellStart"/>
      <w:r w:rsidRPr="00B87E71">
        <w:t>ie</w:t>
      </w:r>
      <w:proofErr w:type="spellEnd"/>
      <w:r w:rsidRPr="00B87E71">
        <w:t>)</w:t>
      </w:r>
    </w:p>
    <w:p w14:paraId="3FB69737" w14:textId="77777777" w:rsidR="00B87E71" w:rsidRPr="00B87E71" w:rsidRDefault="00B87E71" w:rsidP="00B87E71">
      <w:pPr>
        <w:jc w:val="both"/>
      </w:pPr>
      <w:r w:rsidRPr="00B87E71">
        <w:t xml:space="preserve">               { }</w:t>
      </w:r>
    </w:p>
    <w:p w14:paraId="5AD3F84A" w14:textId="77777777" w:rsidR="00B87E71" w:rsidRPr="00B87E71" w:rsidRDefault="00B87E71" w:rsidP="00B87E71">
      <w:pPr>
        <w:jc w:val="both"/>
      </w:pPr>
      <w:r w:rsidRPr="00B87E71">
        <w:t xml:space="preserve">            catch (</w:t>
      </w:r>
      <w:proofErr w:type="spellStart"/>
      <w:r w:rsidRPr="00B87E71">
        <w:t>IllegalAccessException</w:t>
      </w:r>
      <w:proofErr w:type="spellEnd"/>
      <w:r w:rsidRPr="00B87E71">
        <w:t xml:space="preserve"> </w:t>
      </w:r>
      <w:proofErr w:type="spellStart"/>
      <w:r w:rsidRPr="00B87E71">
        <w:t>ie</w:t>
      </w:r>
      <w:proofErr w:type="spellEnd"/>
      <w:r w:rsidRPr="00B87E71">
        <w:t>)</w:t>
      </w:r>
    </w:p>
    <w:p w14:paraId="10E90A86" w14:textId="77777777" w:rsidR="00B87E71" w:rsidRPr="00B87E71" w:rsidRDefault="00B87E71" w:rsidP="00B87E71">
      <w:pPr>
        <w:jc w:val="both"/>
      </w:pPr>
      <w:r w:rsidRPr="00B87E71">
        <w:t xml:space="preserve">               { }</w:t>
      </w:r>
    </w:p>
    <w:p w14:paraId="57456FC6" w14:textId="77777777" w:rsidR="00B87E71" w:rsidRPr="00B87E71" w:rsidRDefault="00B87E71" w:rsidP="00B87E71">
      <w:pPr>
        <w:jc w:val="both"/>
      </w:pPr>
      <w:r w:rsidRPr="00B87E71">
        <w:t xml:space="preserve">            catch (</w:t>
      </w:r>
      <w:proofErr w:type="spellStart"/>
      <w:r w:rsidRPr="00B87E71">
        <w:t>InvocationTargetException</w:t>
      </w:r>
      <w:proofErr w:type="spellEnd"/>
      <w:r w:rsidRPr="00B87E71">
        <w:t xml:space="preserve"> </w:t>
      </w:r>
      <w:proofErr w:type="spellStart"/>
      <w:r w:rsidRPr="00B87E71">
        <w:t>ie</w:t>
      </w:r>
      <w:proofErr w:type="spellEnd"/>
      <w:r w:rsidRPr="00B87E71">
        <w:t>)</w:t>
      </w:r>
    </w:p>
    <w:p w14:paraId="1DDDE882" w14:textId="77777777" w:rsidR="00B87E71" w:rsidRPr="00B87E71" w:rsidRDefault="00B87E71" w:rsidP="00B87E71">
      <w:pPr>
        <w:jc w:val="both"/>
      </w:pPr>
      <w:r w:rsidRPr="00B87E71">
        <w:t xml:space="preserve">               { }</w:t>
      </w:r>
    </w:p>
    <w:p w14:paraId="652D7414" w14:textId="77777777" w:rsidR="00B87E71" w:rsidRPr="00B87E71" w:rsidRDefault="00B87E71" w:rsidP="00B87E71">
      <w:pPr>
        <w:jc w:val="both"/>
      </w:pPr>
      <w:r w:rsidRPr="00B87E71">
        <w:t xml:space="preserve">     }</w:t>
      </w:r>
    </w:p>
    <w:p w14:paraId="1BCB0D97" w14:textId="77777777" w:rsidR="00B87E71" w:rsidRPr="00B87E71" w:rsidRDefault="00B87E71" w:rsidP="00B87E71">
      <w:pPr>
        <w:jc w:val="both"/>
      </w:pPr>
      <w:r w:rsidRPr="00B87E71">
        <w:t xml:space="preserve">  }</w:t>
      </w:r>
    </w:p>
    <w:p w14:paraId="57D52A07" w14:textId="77777777" w:rsidR="00B87E71" w:rsidRPr="00B87E71" w:rsidRDefault="00B87E71" w:rsidP="00B87E71">
      <w:pPr>
        <w:jc w:val="both"/>
      </w:pPr>
      <w:r w:rsidRPr="00B87E71">
        <w:t xml:space="preserve">  return null;</w:t>
      </w:r>
    </w:p>
    <w:p w14:paraId="27BA3605" w14:textId="77777777" w:rsidR="00B87E71" w:rsidRPr="00B87E71" w:rsidRDefault="00B87E71" w:rsidP="00B87E71">
      <w:pPr>
        <w:jc w:val="both"/>
      </w:pPr>
      <w:r w:rsidRPr="00B87E71">
        <w:t>}</w:t>
      </w:r>
    </w:p>
    <w:p w14:paraId="14EC6310" w14:textId="2DB731BD" w:rsidR="009C3D2A" w:rsidRPr="00B87E71" w:rsidRDefault="00B87E71" w:rsidP="00B87E71">
      <w:pPr>
        <w:jc w:val="both"/>
      </w:pPr>
      <w:r w:rsidRPr="00B87E71">
        <w:t>}</w:t>
      </w:r>
    </w:p>
    <w:p w14:paraId="1F38E9C2" w14:textId="77777777" w:rsidR="009C3D2A" w:rsidRDefault="009C3D2A" w:rsidP="00BC6FD1">
      <w:pPr>
        <w:jc w:val="both"/>
        <w:rPr>
          <w:b/>
        </w:rPr>
      </w:pPr>
    </w:p>
    <w:p w14:paraId="656C797D" w14:textId="77777777" w:rsidR="009C3D2A" w:rsidRDefault="009C3D2A" w:rsidP="00BC6FD1">
      <w:pPr>
        <w:jc w:val="both"/>
        <w:rPr>
          <w:b/>
        </w:rPr>
      </w:pPr>
    </w:p>
    <w:p w14:paraId="0D7D96BA" w14:textId="77777777" w:rsidR="009C3D2A" w:rsidRDefault="009C3D2A" w:rsidP="00BC6FD1">
      <w:pPr>
        <w:jc w:val="both"/>
        <w:rPr>
          <w:b/>
        </w:rPr>
      </w:pPr>
    </w:p>
    <w:p w14:paraId="260C255B" w14:textId="77777777" w:rsidR="009C3D2A" w:rsidRDefault="009C3D2A" w:rsidP="00BC6FD1">
      <w:pPr>
        <w:jc w:val="both"/>
        <w:rPr>
          <w:b/>
        </w:rPr>
      </w:pPr>
    </w:p>
    <w:p w14:paraId="3B01C7FC" w14:textId="77777777" w:rsidR="009C3D2A" w:rsidRDefault="009C3D2A" w:rsidP="00BC6FD1">
      <w:pPr>
        <w:jc w:val="both"/>
        <w:rPr>
          <w:b/>
        </w:rPr>
      </w:pPr>
    </w:p>
    <w:sectPr w:rsidR="009C3D2A" w:rsidSect="00FB0593">
      <w:headerReference w:type="default" r:id="rId10"/>
      <w:footerReference w:type="default" r:id="rId11"/>
      <w:pgSz w:w="12240" w:h="15840"/>
      <w:pgMar w:top="1440" w:right="1440" w:bottom="1440" w:left="1440" w:header="720" w:footer="720" w:gutter="0"/>
      <w:pgNumType w:start="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5CA3E" w14:textId="77777777" w:rsidR="00091FED" w:rsidRDefault="00091FED" w:rsidP="007412D8">
      <w:pPr>
        <w:spacing w:after="0" w:line="240" w:lineRule="auto"/>
      </w:pPr>
      <w:r>
        <w:separator/>
      </w:r>
    </w:p>
  </w:endnote>
  <w:endnote w:type="continuationSeparator" w:id="0">
    <w:p w14:paraId="0088E089" w14:textId="77777777" w:rsidR="00091FED" w:rsidRDefault="00091FED" w:rsidP="00741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247B2" w14:textId="5CD40EDF" w:rsidR="007412D8" w:rsidRDefault="007412D8">
    <w:pPr>
      <w:pStyle w:val="Footer"/>
      <w:jc w:val="center"/>
      <w:rPr>
        <w:caps/>
        <w:noProof/>
        <w:color w:val="B01513" w:themeColor="accent1"/>
      </w:rPr>
    </w:pPr>
    <w:r>
      <w:rPr>
        <w:caps/>
        <w:color w:val="B01513" w:themeColor="accent1"/>
      </w:rPr>
      <w:fldChar w:fldCharType="begin"/>
    </w:r>
    <w:r>
      <w:rPr>
        <w:caps/>
        <w:color w:val="B01513" w:themeColor="accent1"/>
      </w:rPr>
      <w:instrText xml:space="preserve"> PAGE   \* MERGEFORMAT </w:instrText>
    </w:r>
    <w:r>
      <w:rPr>
        <w:caps/>
        <w:color w:val="B01513" w:themeColor="accent1"/>
      </w:rPr>
      <w:fldChar w:fldCharType="separate"/>
    </w:r>
    <w:r w:rsidR="002B6330">
      <w:rPr>
        <w:caps/>
        <w:noProof/>
        <w:color w:val="B01513" w:themeColor="accent1"/>
      </w:rPr>
      <w:t>2</w:t>
    </w:r>
    <w:r>
      <w:rPr>
        <w:caps/>
        <w:noProof/>
        <w:color w:val="B01513" w:themeColor="accent1"/>
      </w:rPr>
      <w:fldChar w:fldCharType="end"/>
    </w:r>
  </w:p>
  <w:p w14:paraId="4626969B" w14:textId="77777777" w:rsidR="007412D8" w:rsidRDefault="007412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25F79" w14:textId="77777777" w:rsidR="00091FED" w:rsidRDefault="00091FED" w:rsidP="007412D8">
      <w:pPr>
        <w:spacing w:after="0" w:line="240" w:lineRule="auto"/>
      </w:pPr>
      <w:r>
        <w:separator/>
      </w:r>
    </w:p>
  </w:footnote>
  <w:footnote w:type="continuationSeparator" w:id="0">
    <w:p w14:paraId="7C1FFA43" w14:textId="77777777" w:rsidR="00091FED" w:rsidRDefault="00091FED" w:rsidP="00741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2BD7D" w14:textId="1BE2BEF6" w:rsidR="007412D8" w:rsidRDefault="00091FED">
    <w:pPr>
      <w:pStyle w:val="Header"/>
      <w:jc w:val="right"/>
      <w:rPr>
        <w:color w:val="B01513" w:themeColor="accent1"/>
      </w:rPr>
    </w:pPr>
    <w:sdt>
      <w:sdtPr>
        <w:rPr>
          <w:color w:val="B01513" w:themeColor="accent1"/>
        </w:rPr>
        <w:alias w:val="Title"/>
        <w:tag w:val=""/>
        <w:id w:val="664756013"/>
        <w:placeholder>
          <w:docPart w:val="2D3B792FCC6F45B0BCC216D57A754FBA"/>
        </w:placeholder>
        <w:dataBinding w:prefixMappings="xmlns:ns0='http://purl.org/dc/elements/1.1/' xmlns:ns1='http://schemas.openxmlformats.org/package/2006/metadata/core-properties' " w:xpath="/ns1:coreProperties[1]/ns0:title[1]" w:storeItemID="{6C3C8BC8-F283-45AE-878A-BAB7291924A1}"/>
        <w:text/>
      </w:sdtPr>
      <w:sdtEndPr/>
      <w:sdtContent>
        <w:r w:rsidR="00FC650C">
          <w:rPr>
            <w:color w:val="B01513" w:themeColor="accent1"/>
            <w:lang w:val="en-NZ"/>
          </w:rPr>
          <w:t>Lab 2</w:t>
        </w:r>
      </w:sdtContent>
    </w:sdt>
    <w:r w:rsidR="007412D8">
      <w:rPr>
        <w:color w:val="B01513" w:themeColor="accent1"/>
      </w:rPr>
      <w:t xml:space="preserve"> | </w:t>
    </w:r>
    <w:sdt>
      <w:sdtPr>
        <w:rPr>
          <w:color w:val="B01513" w:themeColor="accent1"/>
        </w:rPr>
        <w:alias w:val="Author"/>
        <w:tag w:val=""/>
        <w:id w:val="-1677181147"/>
        <w:placeholder>
          <w:docPart w:val="E300B7978308447EA6EFAD5BCC2D8D7D"/>
        </w:placeholder>
        <w:dataBinding w:prefixMappings="xmlns:ns0='http://purl.org/dc/elements/1.1/' xmlns:ns1='http://schemas.openxmlformats.org/package/2006/metadata/core-properties' " w:xpath="/ns1:coreProperties[1]/ns0:creator[1]" w:storeItemID="{6C3C8BC8-F283-45AE-878A-BAB7291924A1}"/>
        <w:text/>
      </w:sdtPr>
      <w:sdtEndPr/>
      <w:sdtContent>
        <w:r w:rsidR="007412D8">
          <w:rPr>
            <w:color w:val="B01513" w:themeColor="accent1"/>
            <w:lang w:val="en-NZ"/>
          </w:rPr>
          <w:t>Rodrigo Costa #2141030</w:t>
        </w:r>
      </w:sdtContent>
    </w:sdt>
  </w:p>
  <w:p w14:paraId="0103447A" w14:textId="77777777" w:rsidR="007412D8" w:rsidRDefault="00741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1"/>
    <w:multiLevelType w:val="multilevel"/>
    <w:tmpl w:val="1D56E2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9D7C80"/>
    <w:multiLevelType w:val="multilevel"/>
    <w:tmpl w:val="29AAED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472A41"/>
    <w:multiLevelType w:val="multilevel"/>
    <w:tmpl w:val="796A7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E46FF2"/>
    <w:multiLevelType w:val="hybridMultilevel"/>
    <w:tmpl w:val="41409814"/>
    <w:lvl w:ilvl="0" w:tplc="DE84F6D8">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B4F"/>
    <w:rsid w:val="0001628F"/>
    <w:rsid w:val="00021F0A"/>
    <w:rsid w:val="000269DE"/>
    <w:rsid w:val="00030826"/>
    <w:rsid w:val="0006108E"/>
    <w:rsid w:val="00091FED"/>
    <w:rsid w:val="000C6723"/>
    <w:rsid w:val="000D0D7F"/>
    <w:rsid w:val="000E2510"/>
    <w:rsid w:val="000E7306"/>
    <w:rsid w:val="000F542D"/>
    <w:rsid w:val="00117CF7"/>
    <w:rsid w:val="001221C7"/>
    <w:rsid w:val="001520FD"/>
    <w:rsid w:val="001709DB"/>
    <w:rsid w:val="0017753D"/>
    <w:rsid w:val="001D190C"/>
    <w:rsid w:val="00250D34"/>
    <w:rsid w:val="002818FC"/>
    <w:rsid w:val="00283E2C"/>
    <w:rsid w:val="002B6330"/>
    <w:rsid w:val="002E1A97"/>
    <w:rsid w:val="0039020E"/>
    <w:rsid w:val="003950D1"/>
    <w:rsid w:val="003C501A"/>
    <w:rsid w:val="004023A6"/>
    <w:rsid w:val="0040666E"/>
    <w:rsid w:val="00412589"/>
    <w:rsid w:val="0041537D"/>
    <w:rsid w:val="00436B8D"/>
    <w:rsid w:val="004703E5"/>
    <w:rsid w:val="00493C68"/>
    <w:rsid w:val="004C2DED"/>
    <w:rsid w:val="004E22BC"/>
    <w:rsid w:val="004F117A"/>
    <w:rsid w:val="00503E77"/>
    <w:rsid w:val="00506526"/>
    <w:rsid w:val="0051610E"/>
    <w:rsid w:val="00575DCD"/>
    <w:rsid w:val="00587176"/>
    <w:rsid w:val="0059192F"/>
    <w:rsid w:val="005D4847"/>
    <w:rsid w:val="006143BC"/>
    <w:rsid w:val="006241CE"/>
    <w:rsid w:val="006429CE"/>
    <w:rsid w:val="00660E91"/>
    <w:rsid w:val="0066495E"/>
    <w:rsid w:val="006741B8"/>
    <w:rsid w:val="00681AA1"/>
    <w:rsid w:val="006C4D8C"/>
    <w:rsid w:val="006C688B"/>
    <w:rsid w:val="006E2482"/>
    <w:rsid w:val="006F1413"/>
    <w:rsid w:val="006F3ED8"/>
    <w:rsid w:val="007412D8"/>
    <w:rsid w:val="00762DF8"/>
    <w:rsid w:val="00766304"/>
    <w:rsid w:val="007A029C"/>
    <w:rsid w:val="007C3553"/>
    <w:rsid w:val="007C4646"/>
    <w:rsid w:val="0080073F"/>
    <w:rsid w:val="0082007C"/>
    <w:rsid w:val="0083667F"/>
    <w:rsid w:val="008431A5"/>
    <w:rsid w:val="0086407B"/>
    <w:rsid w:val="00880DCA"/>
    <w:rsid w:val="00885762"/>
    <w:rsid w:val="008C64CE"/>
    <w:rsid w:val="008D128E"/>
    <w:rsid w:val="008D5E3F"/>
    <w:rsid w:val="00913ACF"/>
    <w:rsid w:val="009170EF"/>
    <w:rsid w:val="009371FB"/>
    <w:rsid w:val="00965404"/>
    <w:rsid w:val="009934D7"/>
    <w:rsid w:val="009C3D2A"/>
    <w:rsid w:val="009E09A0"/>
    <w:rsid w:val="00A05C83"/>
    <w:rsid w:val="00A132FB"/>
    <w:rsid w:val="00A2060D"/>
    <w:rsid w:val="00A6157D"/>
    <w:rsid w:val="00A63B5F"/>
    <w:rsid w:val="00A84A3E"/>
    <w:rsid w:val="00AB20B5"/>
    <w:rsid w:val="00AE0351"/>
    <w:rsid w:val="00AE03C9"/>
    <w:rsid w:val="00AF3BE1"/>
    <w:rsid w:val="00B15009"/>
    <w:rsid w:val="00B156B4"/>
    <w:rsid w:val="00B41EDB"/>
    <w:rsid w:val="00B8452C"/>
    <w:rsid w:val="00B87BDB"/>
    <w:rsid w:val="00B87E71"/>
    <w:rsid w:val="00B90FA0"/>
    <w:rsid w:val="00B93996"/>
    <w:rsid w:val="00BA613E"/>
    <w:rsid w:val="00BA7D67"/>
    <w:rsid w:val="00BC6FD1"/>
    <w:rsid w:val="00BD2F20"/>
    <w:rsid w:val="00BF3441"/>
    <w:rsid w:val="00C01C47"/>
    <w:rsid w:val="00C269A2"/>
    <w:rsid w:val="00C5266E"/>
    <w:rsid w:val="00C97F11"/>
    <w:rsid w:val="00CF472C"/>
    <w:rsid w:val="00D23195"/>
    <w:rsid w:val="00D4376C"/>
    <w:rsid w:val="00DD60E3"/>
    <w:rsid w:val="00DF388C"/>
    <w:rsid w:val="00DF5AE5"/>
    <w:rsid w:val="00E102F0"/>
    <w:rsid w:val="00E1606B"/>
    <w:rsid w:val="00E40B9B"/>
    <w:rsid w:val="00E6645C"/>
    <w:rsid w:val="00EB02C3"/>
    <w:rsid w:val="00ED2487"/>
    <w:rsid w:val="00EE27AE"/>
    <w:rsid w:val="00EE49A2"/>
    <w:rsid w:val="00EF39CA"/>
    <w:rsid w:val="00F018E5"/>
    <w:rsid w:val="00F07A28"/>
    <w:rsid w:val="00F108A3"/>
    <w:rsid w:val="00F33190"/>
    <w:rsid w:val="00F40B4F"/>
    <w:rsid w:val="00F7376E"/>
    <w:rsid w:val="00FA50FF"/>
    <w:rsid w:val="00FB0593"/>
    <w:rsid w:val="00FB1983"/>
    <w:rsid w:val="00FC650C"/>
    <w:rsid w:val="00FD0A9B"/>
    <w:rsid w:val="00FD5285"/>
    <w:rsid w:val="00FD66EE"/>
    <w:rsid w:val="00FE0671"/>
    <w:rsid w:val="00FE5565"/>
    <w:rsid w:val="00FE6E1F"/>
    <w:rsid w:val="00FF11D4"/>
    <w:rsid w:val="0155B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00E87"/>
  <w15:docId w15:val="{CE2F716E-624F-40C6-9ED9-2C0274E45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E0351"/>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customStyle="1" w:styleId="paragraph">
    <w:name w:val="paragraph"/>
    <w:basedOn w:val="Normal"/>
    <w:rsid w:val="00F40B4F"/>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F40B4F"/>
  </w:style>
  <w:style w:type="character" w:customStyle="1" w:styleId="eop">
    <w:name w:val="eop"/>
    <w:basedOn w:val="DefaultParagraphFont"/>
    <w:rsid w:val="00F40B4F"/>
  </w:style>
  <w:style w:type="paragraph" w:styleId="HTMLPreformatted">
    <w:name w:val="HTML Preformatted"/>
    <w:basedOn w:val="Normal"/>
    <w:link w:val="HTMLPreformattedChar"/>
    <w:uiPriority w:val="99"/>
    <w:semiHidden/>
    <w:unhideWhenUsed/>
    <w:rsid w:val="00436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NZ" w:eastAsia="en-NZ"/>
    </w:rPr>
  </w:style>
  <w:style w:type="character" w:customStyle="1" w:styleId="HTMLPreformattedChar">
    <w:name w:val="HTML Preformatted Char"/>
    <w:basedOn w:val="DefaultParagraphFont"/>
    <w:link w:val="HTMLPreformatted"/>
    <w:uiPriority w:val="99"/>
    <w:semiHidden/>
    <w:rsid w:val="00436B8D"/>
    <w:rPr>
      <w:rFonts w:ascii="Courier New" w:eastAsia="Times New Roman" w:hAnsi="Courier New" w:cs="Courier New"/>
      <w:sz w:val="20"/>
      <w:szCs w:val="20"/>
      <w:lang w:val="en-NZ" w:eastAsia="en-NZ"/>
    </w:rPr>
  </w:style>
  <w:style w:type="paragraph" w:styleId="BalloonText">
    <w:name w:val="Balloon Text"/>
    <w:basedOn w:val="Normal"/>
    <w:link w:val="BalloonTextChar"/>
    <w:uiPriority w:val="99"/>
    <w:semiHidden/>
    <w:unhideWhenUsed/>
    <w:rsid w:val="00FA50F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50FF"/>
    <w:rPr>
      <w:rFonts w:ascii="Lucida Grande" w:hAnsi="Lucida Grande" w:cs="Lucida Grande"/>
      <w:sz w:val="18"/>
      <w:szCs w:val="18"/>
    </w:rPr>
  </w:style>
  <w:style w:type="paragraph" w:styleId="BodyText">
    <w:name w:val="Body Text"/>
    <w:basedOn w:val="Normal"/>
    <w:link w:val="BodyTextChar"/>
    <w:uiPriority w:val="1"/>
    <w:qFormat/>
    <w:rsid w:val="00B41EDB"/>
    <w:pPr>
      <w:widowControl w:val="0"/>
      <w:autoSpaceDE w:val="0"/>
      <w:autoSpaceDN w:val="0"/>
      <w:adjustRightInd w:val="0"/>
      <w:spacing w:after="0" w:line="240" w:lineRule="auto"/>
      <w:ind w:left="40"/>
    </w:pPr>
    <w:rPr>
      <w:rFonts w:ascii="Calibri" w:hAnsi="Calibri" w:cs="Calibri"/>
      <w:sz w:val="22"/>
      <w:szCs w:val="22"/>
    </w:rPr>
  </w:style>
  <w:style w:type="character" w:customStyle="1" w:styleId="BodyTextChar">
    <w:name w:val="Body Text Char"/>
    <w:basedOn w:val="DefaultParagraphFont"/>
    <w:link w:val="BodyText"/>
    <w:uiPriority w:val="1"/>
    <w:rsid w:val="00B41EDB"/>
    <w:rPr>
      <w:rFonts w:ascii="Calibri" w:hAnsi="Calibri" w:cs="Calibri"/>
      <w:sz w:val="22"/>
      <w:szCs w:val="22"/>
    </w:rPr>
  </w:style>
  <w:style w:type="character" w:styleId="HTMLCite">
    <w:name w:val="HTML Cite"/>
    <w:basedOn w:val="DefaultParagraphFont"/>
    <w:uiPriority w:val="99"/>
    <w:semiHidden/>
    <w:unhideWhenUsed/>
    <w:rsid w:val="0017753D"/>
    <w:rPr>
      <w:i/>
      <w:iCs/>
    </w:rPr>
  </w:style>
  <w:style w:type="paragraph" w:styleId="TOCHeading">
    <w:name w:val="TOC Heading"/>
    <w:basedOn w:val="Heading1"/>
    <w:next w:val="Normal"/>
    <w:uiPriority w:val="39"/>
    <w:unhideWhenUsed/>
    <w:qFormat/>
    <w:rsid w:val="00AE03C9"/>
    <w:pPr>
      <w:spacing w:before="240" w:after="0" w:line="259" w:lineRule="auto"/>
      <w:outlineLvl w:val="9"/>
    </w:pPr>
    <w:rPr>
      <w:color w:val="830F0E" w:themeColor="accent1" w:themeShade="BF"/>
      <w:sz w:val="32"/>
      <w:szCs w:val="32"/>
      <w:lang w:eastAsia="en-US"/>
    </w:rPr>
  </w:style>
  <w:style w:type="paragraph" w:styleId="TOC1">
    <w:name w:val="toc 1"/>
    <w:basedOn w:val="Normal"/>
    <w:next w:val="Normal"/>
    <w:autoRedefine/>
    <w:uiPriority w:val="39"/>
    <w:unhideWhenUsed/>
    <w:rsid w:val="00AE03C9"/>
    <w:pPr>
      <w:spacing w:after="100"/>
    </w:pPr>
  </w:style>
  <w:style w:type="paragraph" w:styleId="Bibliography">
    <w:name w:val="Bibliography"/>
    <w:basedOn w:val="Normal"/>
    <w:next w:val="Normal"/>
    <w:uiPriority w:val="37"/>
    <w:unhideWhenUsed/>
    <w:rsid w:val="00E6645C"/>
  </w:style>
  <w:style w:type="paragraph" w:styleId="Header">
    <w:name w:val="header"/>
    <w:basedOn w:val="Normal"/>
    <w:link w:val="HeaderChar"/>
    <w:uiPriority w:val="99"/>
    <w:unhideWhenUsed/>
    <w:rsid w:val="007412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2D8"/>
  </w:style>
  <w:style w:type="paragraph" w:styleId="Footer">
    <w:name w:val="footer"/>
    <w:basedOn w:val="Normal"/>
    <w:link w:val="FooterChar"/>
    <w:uiPriority w:val="99"/>
    <w:unhideWhenUsed/>
    <w:rsid w:val="007412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2D8"/>
  </w:style>
  <w:style w:type="paragraph" w:styleId="TOC2">
    <w:name w:val="toc 2"/>
    <w:basedOn w:val="Normal"/>
    <w:next w:val="Normal"/>
    <w:autoRedefine/>
    <w:uiPriority w:val="39"/>
    <w:unhideWhenUsed/>
    <w:rsid w:val="008D5E3F"/>
    <w:pPr>
      <w:spacing w:after="100"/>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5799">
      <w:bodyDiv w:val="1"/>
      <w:marLeft w:val="0"/>
      <w:marRight w:val="0"/>
      <w:marTop w:val="0"/>
      <w:marBottom w:val="0"/>
      <w:divBdr>
        <w:top w:val="none" w:sz="0" w:space="0" w:color="auto"/>
        <w:left w:val="none" w:sz="0" w:space="0" w:color="auto"/>
        <w:bottom w:val="none" w:sz="0" w:space="0" w:color="auto"/>
        <w:right w:val="none" w:sz="0" w:space="0" w:color="auto"/>
      </w:divBdr>
    </w:div>
    <w:div w:id="126433730">
      <w:bodyDiv w:val="1"/>
      <w:marLeft w:val="0"/>
      <w:marRight w:val="0"/>
      <w:marTop w:val="0"/>
      <w:marBottom w:val="0"/>
      <w:divBdr>
        <w:top w:val="none" w:sz="0" w:space="0" w:color="auto"/>
        <w:left w:val="none" w:sz="0" w:space="0" w:color="auto"/>
        <w:bottom w:val="none" w:sz="0" w:space="0" w:color="auto"/>
        <w:right w:val="none" w:sz="0" w:space="0" w:color="auto"/>
      </w:divBdr>
    </w:div>
    <w:div w:id="131338332">
      <w:bodyDiv w:val="1"/>
      <w:marLeft w:val="0"/>
      <w:marRight w:val="0"/>
      <w:marTop w:val="0"/>
      <w:marBottom w:val="0"/>
      <w:divBdr>
        <w:top w:val="none" w:sz="0" w:space="0" w:color="auto"/>
        <w:left w:val="none" w:sz="0" w:space="0" w:color="auto"/>
        <w:bottom w:val="none" w:sz="0" w:space="0" w:color="auto"/>
        <w:right w:val="none" w:sz="0" w:space="0" w:color="auto"/>
      </w:divBdr>
    </w:div>
    <w:div w:id="149909533">
      <w:bodyDiv w:val="1"/>
      <w:marLeft w:val="0"/>
      <w:marRight w:val="0"/>
      <w:marTop w:val="0"/>
      <w:marBottom w:val="0"/>
      <w:divBdr>
        <w:top w:val="none" w:sz="0" w:space="0" w:color="auto"/>
        <w:left w:val="none" w:sz="0" w:space="0" w:color="auto"/>
        <w:bottom w:val="none" w:sz="0" w:space="0" w:color="auto"/>
        <w:right w:val="none" w:sz="0" w:space="0" w:color="auto"/>
      </w:divBdr>
      <w:divsChild>
        <w:div w:id="97412300">
          <w:marLeft w:val="0"/>
          <w:marRight w:val="0"/>
          <w:marTop w:val="0"/>
          <w:marBottom w:val="0"/>
          <w:divBdr>
            <w:top w:val="none" w:sz="0" w:space="0" w:color="auto"/>
            <w:left w:val="none" w:sz="0" w:space="0" w:color="auto"/>
            <w:bottom w:val="none" w:sz="0" w:space="0" w:color="auto"/>
            <w:right w:val="none" w:sz="0" w:space="0" w:color="auto"/>
          </w:divBdr>
        </w:div>
      </w:divsChild>
    </w:div>
    <w:div w:id="316106567">
      <w:bodyDiv w:val="1"/>
      <w:marLeft w:val="0"/>
      <w:marRight w:val="0"/>
      <w:marTop w:val="0"/>
      <w:marBottom w:val="0"/>
      <w:divBdr>
        <w:top w:val="none" w:sz="0" w:space="0" w:color="auto"/>
        <w:left w:val="none" w:sz="0" w:space="0" w:color="auto"/>
        <w:bottom w:val="none" w:sz="0" w:space="0" w:color="auto"/>
        <w:right w:val="none" w:sz="0" w:space="0" w:color="auto"/>
      </w:divBdr>
    </w:div>
    <w:div w:id="439762276">
      <w:bodyDiv w:val="1"/>
      <w:marLeft w:val="0"/>
      <w:marRight w:val="0"/>
      <w:marTop w:val="0"/>
      <w:marBottom w:val="0"/>
      <w:divBdr>
        <w:top w:val="none" w:sz="0" w:space="0" w:color="auto"/>
        <w:left w:val="none" w:sz="0" w:space="0" w:color="auto"/>
        <w:bottom w:val="none" w:sz="0" w:space="0" w:color="auto"/>
        <w:right w:val="none" w:sz="0" w:space="0" w:color="auto"/>
      </w:divBdr>
      <w:divsChild>
        <w:div w:id="453988480">
          <w:marLeft w:val="0"/>
          <w:marRight w:val="0"/>
          <w:marTop w:val="0"/>
          <w:marBottom w:val="0"/>
          <w:divBdr>
            <w:top w:val="none" w:sz="0" w:space="0" w:color="auto"/>
            <w:left w:val="none" w:sz="0" w:space="0" w:color="auto"/>
            <w:bottom w:val="none" w:sz="0" w:space="0" w:color="auto"/>
            <w:right w:val="none" w:sz="0" w:space="0" w:color="auto"/>
          </w:divBdr>
        </w:div>
        <w:div w:id="1347319274">
          <w:marLeft w:val="0"/>
          <w:marRight w:val="0"/>
          <w:marTop w:val="0"/>
          <w:marBottom w:val="0"/>
          <w:divBdr>
            <w:top w:val="none" w:sz="0" w:space="0" w:color="auto"/>
            <w:left w:val="none" w:sz="0" w:space="0" w:color="auto"/>
            <w:bottom w:val="none" w:sz="0" w:space="0" w:color="auto"/>
            <w:right w:val="none" w:sz="0" w:space="0" w:color="auto"/>
          </w:divBdr>
        </w:div>
        <w:div w:id="1061757124">
          <w:marLeft w:val="0"/>
          <w:marRight w:val="0"/>
          <w:marTop w:val="0"/>
          <w:marBottom w:val="0"/>
          <w:divBdr>
            <w:top w:val="none" w:sz="0" w:space="0" w:color="auto"/>
            <w:left w:val="none" w:sz="0" w:space="0" w:color="auto"/>
            <w:bottom w:val="none" w:sz="0" w:space="0" w:color="auto"/>
            <w:right w:val="none" w:sz="0" w:space="0" w:color="auto"/>
          </w:divBdr>
        </w:div>
        <w:div w:id="591934922">
          <w:marLeft w:val="0"/>
          <w:marRight w:val="0"/>
          <w:marTop w:val="0"/>
          <w:marBottom w:val="0"/>
          <w:divBdr>
            <w:top w:val="none" w:sz="0" w:space="0" w:color="auto"/>
            <w:left w:val="none" w:sz="0" w:space="0" w:color="auto"/>
            <w:bottom w:val="none" w:sz="0" w:space="0" w:color="auto"/>
            <w:right w:val="none" w:sz="0" w:space="0" w:color="auto"/>
          </w:divBdr>
        </w:div>
      </w:divsChild>
    </w:div>
    <w:div w:id="654728290">
      <w:bodyDiv w:val="1"/>
      <w:marLeft w:val="0"/>
      <w:marRight w:val="0"/>
      <w:marTop w:val="0"/>
      <w:marBottom w:val="0"/>
      <w:divBdr>
        <w:top w:val="none" w:sz="0" w:space="0" w:color="auto"/>
        <w:left w:val="none" w:sz="0" w:space="0" w:color="auto"/>
        <w:bottom w:val="none" w:sz="0" w:space="0" w:color="auto"/>
        <w:right w:val="none" w:sz="0" w:space="0" w:color="auto"/>
      </w:divBdr>
      <w:divsChild>
        <w:div w:id="1035346457">
          <w:marLeft w:val="0"/>
          <w:marRight w:val="0"/>
          <w:marTop w:val="0"/>
          <w:marBottom w:val="0"/>
          <w:divBdr>
            <w:top w:val="none" w:sz="0" w:space="0" w:color="auto"/>
            <w:left w:val="none" w:sz="0" w:space="0" w:color="auto"/>
            <w:bottom w:val="none" w:sz="0" w:space="0" w:color="auto"/>
            <w:right w:val="none" w:sz="0" w:space="0" w:color="auto"/>
          </w:divBdr>
        </w:div>
      </w:divsChild>
    </w:div>
    <w:div w:id="680788426">
      <w:bodyDiv w:val="1"/>
      <w:marLeft w:val="0"/>
      <w:marRight w:val="0"/>
      <w:marTop w:val="0"/>
      <w:marBottom w:val="0"/>
      <w:divBdr>
        <w:top w:val="none" w:sz="0" w:space="0" w:color="auto"/>
        <w:left w:val="none" w:sz="0" w:space="0" w:color="auto"/>
        <w:bottom w:val="none" w:sz="0" w:space="0" w:color="auto"/>
        <w:right w:val="none" w:sz="0" w:space="0" w:color="auto"/>
      </w:divBdr>
      <w:divsChild>
        <w:div w:id="14621135">
          <w:marLeft w:val="0"/>
          <w:marRight w:val="0"/>
          <w:marTop w:val="0"/>
          <w:marBottom w:val="0"/>
          <w:divBdr>
            <w:top w:val="none" w:sz="0" w:space="0" w:color="auto"/>
            <w:left w:val="none" w:sz="0" w:space="0" w:color="auto"/>
            <w:bottom w:val="none" w:sz="0" w:space="0" w:color="auto"/>
            <w:right w:val="none" w:sz="0" w:space="0" w:color="auto"/>
          </w:divBdr>
        </w:div>
      </w:divsChild>
    </w:div>
    <w:div w:id="750271748">
      <w:bodyDiv w:val="1"/>
      <w:marLeft w:val="0"/>
      <w:marRight w:val="0"/>
      <w:marTop w:val="0"/>
      <w:marBottom w:val="0"/>
      <w:divBdr>
        <w:top w:val="none" w:sz="0" w:space="0" w:color="auto"/>
        <w:left w:val="none" w:sz="0" w:space="0" w:color="auto"/>
        <w:bottom w:val="none" w:sz="0" w:space="0" w:color="auto"/>
        <w:right w:val="none" w:sz="0" w:space="0" w:color="auto"/>
      </w:divBdr>
    </w:div>
    <w:div w:id="778453793">
      <w:bodyDiv w:val="1"/>
      <w:marLeft w:val="0"/>
      <w:marRight w:val="0"/>
      <w:marTop w:val="0"/>
      <w:marBottom w:val="0"/>
      <w:divBdr>
        <w:top w:val="none" w:sz="0" w:space="0" w:color="auto"/>
        <w:left w:val="none" w:sz="0" w:space="0" w:color="auto"/>
        <w:bottom w:val="none" w:sz="0" w:space="0" w:color="auto"/>
        <w:right w:val="none" w:sz="0" w:space="0" w:color="auto"/>
      </w:divBdr>
    </w:div>
    <w:div w:id="805315277">
      <w:bodyDiv w:val="1"/>
      <w:marLeft w:val="0"/>
      <w:marRight w:val="0"/>
      <w:marTop w:val="0"/>
      <w:marBottom w:val="0"/>
      <w:divBdr>
        <w:top w:val="none" w:sz="0" w:space="0" w:color="auto"/>
        <w:left w:val="none" w:sz="0" w:space="0" w:color="auto"/>
        <w:bottom w:val="none" w:sz="0" w:space="0" w:color="auto"/>
        <w:right w:val="none" w:sz="0" w:space="0" w:color="auto"/>
      </w:divBdr>
    </w:div>
    <w:div w:id="812480441">
      <w:bodyDiv w:val="1"/>
      <w:marLeft w:val="0"/>
      <w:marRight w:val="0"/>
      <w:marTop w:val="0"/>
      <w:marBottom w:val="0"/>
      <w:divBdr>
        <w:top w:val="none" w:sz="0" w:space="0" w:color="auto"/>
        <w:left w:val="none" w:sz="0" w:space="0" w:color="auto"/>
        <w:bottom w:val="none" w:sz="0" w:space="0" w:color="auto"/>
        <w:right w:val="none" w:sz="0" w:space="0" w:color="auto"/>
      </w:divBdr>
    </w:div>
    <w:div w:id="905722821">
      <w:bodyDiv w:val="1"/>
      <w:marLeft w:val="0"/>
      <w:marRight w:val="0"/>
      <w:marTop w:val="0"/>
      <w:marBottom w:val="0"/>
      <w:divBdr>
        <w:top w:val="none" w:sz="0" w:space="0" w:color="auto"/>
        <w:left w:val="none" w:sz="0" w:space="0" w:color="auto"/>
        <w:bottom w:val="none" w:sz="0" w:space="0" w:color="auto"/>
        <w:right w:val="none" w:sz="0" w:space="0" w:color="auto"/>
      </w:divBdr>
    </w:div>
    <w:div w:id="959268127">
      <w:bodyDiv w:val="1"/>
      <w:marLeft w:val="0"/>
      <w:marRight w:val="0"/>
      <w:marTop w:val="0"/>
      <w:marBottom w:val="0"/>
      <w:divBdr>
        <w:top w:val="none" w:sz="0" w:space="0" w:color="auto"/>
        <w:left w:val="none" w:sz="0" w:space="0" w:color="auto"/>
        <w:bottom w:val="none" w:sz="0" w:space="0" w:color="auto"/>
        <w:right w:val="none" w:sz="0" w:space="0" w:color="auto"/>
      </w:divBdr>
    </w:div>
    <w:div w:id="1144741244">
      <w:bodyDiv w:val="1"/>
      <w:marLeft w:val="0"/>
      <w:marRight w:val="0"/>
      <w:marTop w:val="0"/>
      <w:marBottom w:val="0"/>
      <w:divBdr>
        <w:top w:val="none" w:sz="0" w:space="0" w:color="auto"/>
        <w:left w:val="none" w:sz="0" w:space="0" w:color="auto"/>
        <w:bottom w:val="none" w:sz="0" w:space="0" w:color="auto"/>
        <w:right w:val="none" w:sz="0" w:space="0" w:color="auto"/>
      </w:divBdr>
    </w:div>
    <w:div w:id="1153328906">
      <w:bodyDiv w:val="1"/>
      <w:marLeft w:val="0"/>
      <w:marRight w:val="0"/>
      <w:marTop w:val="0"/>
      <w:marBottom w:val="0"/>
      <w:divBdr>
        <w:top w:val="none" w:sz="0" w:space="0" w:color="auto"/>
        <w:left w:val="none" w:sz="0" w:space="0" w:color="auto"/>
        <w:bottom w:val="none" w:sz="0" w:space="0" w:color="auto"/>
        <w:right w:val="none" w:sz="0" w:space="0" w:color="auto"/>
      </w:divBdr>
    </w:div>
    <w:div w:id="1166241105">
      <w:bodyDiv w:val="1"/>
      <w:marLeft w:val="0"/>
      <w:marRight w:val="0"/>
      <w:marTop w:val="0"/>
      <w:marBottom w:val="0"/>
      <w:divBdr>
        <w:top w:val="none" w:sz="0" w:space="0" w:color="auto"/>
        <w:left w:val="none" w:sz="0" w:space="0" w:color="auto"/>
        <w:bottom w:val="none" w:sz="0" w:space="0" w:color="auto"/>
        <w:right w:val="none" w:sz="0" w:space="0" w:color="auto"/>
      </w:divBdr>
    </w:div>
    <w:div w:id="1361512975">
      <w:bodyDiv w:val="1"/>
      <w:marLeft w:val="0"/>
      <w:marRight w:val="0"/>
      <w:marTop w:val="0"/>
      <w:marBottom w:val="0"/>
      <w:divBdr>
        <w:top w:val="none" w:sz="0" w:space="0" w:color="auto"/>
        <w:left w:val="none" w:sz="0" w:space="0" w:color="auto"/>
        <w:bottom w:val="none" w:sz="0" w:space="0" w:color="auto"/>
        <w:right w:val="none" w:sz="0" w:space="0" w:color="auto"/>
      </w:divBdr>
    </w:div>
    <w:div w:id="1602371195">
      <w:bodyDiv w:val="1"/>
      <w:marLeft w:val="0"/>
      <w:marRight w:val="0"/>
      <w:marTop w:val="0"/>
      <w:marBottom w:val="0"/>
      <w:divBdr>
        <w:top w:val="none" w:sz="0" w:space="0" w:color="auto"/>
        <w:left w:val="none" w:sz="0" w:space="0" w:color="auto"/>
        <w:bottom w:val="none" w:sz="0" w:space="0" w:color="auto"/>
        <w:right w:val="none" w:sz="0" w:space="0" w:color="auto"/>
      </w:divBdr>
    </w:div>
    <w:div w:id="1893804654">
      <w:bodyDiv w:val="1"/>
      <w:marLeft w:val="0"/>
      <w:marRight w:val="0"/>
      <w:marTop w:val="0"/>
      <w:marBottom w:val="0"/>
      <w:divBdr>
        <w:top w:val="none" w:sz="0" w:space="0" w:color="auto"/>
        <w:left w:val="none" w:sz="0" w:space="0" w:color="auto"/>
        <w:bottom w:val="none" w:sz="0" w:space="0" w:color="auto"/>
        <w:right w:val="none" w:sz="0" w:space="0" w:color="auto"/>
      </w:divBdr>
    </w:div>
    <w:div w:id="1978295013">
      <w:bodyDiv w:val="1"/>
      <w:marLeft w:val="0"/>
      <w:marRight w:val="0"/>
      <w:marTop w:val="0"/>
      <w:marBottom w:val="0"/>
      <w:divBdr>
        <w:top w:val="none" w:sz="0" w:space="0" w:color="auto"/>
        <w:left w:val="none" w:sz="0" w:space="0" w:color="auto"/>
        <w:bottom w:val="none" w:sz="0" w:space="0" w:color="auto"/>
        <w:right w:val="none" w:sz="0" w:space="0" w:color="auto"/>
      </w:divBdr>
    </w:div>
    <w:div w:id="2049329801">
      <w:bodyDiv w:val="1"/>
      <w:marLeft w:val="0"/>
      <w:marRight w:val="0"/>
      <w:marTop w:val="0"/>
      <w:marBottom w:val="0"/>
      <w:divBdr>
        <w:top w:val="none" w:sz="0" w:space="0" w:color="auto"/>
        <w:left w:val="none" w:sz="0" w:space="0" w:color="auto"/>
        <w:bottom w:val="none" w:sz="0" w:space="0" w:color="auto"/>
        <w:right w:val="none" w:sz="0" w:space="0" w:color="auto"/>
      </w:divBdr>
      <w:divsChild>
        <w:div w:id="229275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drigo\AppData\Roaming\Microsoft\Templates\Ion%20design%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B792FCC6F45B0BCC216D57A754FBA"/>
        <w:category>
          <w:name w:val="General"/>
          <w:gallery w:val="placeholder"/>
        </w:category>
        <w:types>
          <w:type w:val="bbPlcHdr"/>
        </w:types>
        <w:behaviors>
          <w:behavior w:val="content"/>
        </w:behaviors>
        <w:guid w:val="{6EAE4808-EF9E-4B7F-AB29-AEB2E4E09FB5}"/>
      </w:docPartPr>
      <w:docPartBody>
        <w:p w:rsidR="00C91E1D" w:rsidRDefault="00694BD4" w:rsidP="00694BD4">
          <w:pPr>
            <w:pStyle w:val="2D3B792FCC6F45B0BCC216D57A754FBA"/>
          </w:pPr>
          <w:r>
            <w:rPr>
              <w:color w:val="5B9BD5" w:themeColor="accent1"/>
            </w:rPr>
            <w:t>[Document title]</w:t>
          </w:r>
        </w:p>
      </w:docPartBody>
    </w:docPart>
    <w:docPart>
      <w:docPartPr>
        <w:name w:val="E300B7978308447EA6EFAD5BCC2D8D7D"/>
        <w:category>
          <w:name w:val="General"/>
          <w:gallery w:val="placeholder"/>
        </w:category>
        <w:types>
          <w:type w:val="bbPlcHdr"/>
        </w:types>
        <w:behaviors>
          <w:behavior w:val="content"/>
        </w:behaviors>
        <w:guid w:val="{5A6EA4C3-4B8B-4502-9225-7F6B70EE4503}"/>
      </w:docPartPr>
      <w:docPartBody>
        <w:p w:rsidR="00C91E1D" w:rsidRDefault="00694BD4" w:rsidP="00694BD4">
          <w:pPr>
            <w:pStyle w:val="E300B7978308447EA6EFAD5BCC2D8D7D"/>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BD4"/>
    <w:rsid w:val="00186BA0"/>
    <w:rsid w:val="00570FB4"/>
    <w:rsid w:val="00694BD4"/>
    <w:rsid w:val="00B026B3"/>
    <w:rsid w:val="00C91E1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3B792FCC6F45B0BCC216D57A754FBA">
    <w:name w:val="2D3B792FCC6F45B0BCC216D57A754FBA"/>
    <w:rsid w:val="00694BD4"/>
  </w:style>
  <w:style w:type="paragraph" w:customStyle="1" w:styleId="E300B7978308447EA6EFAD5BCC2D8D7D">
    <w:name w:val="E300B7978308447EA6EFAD5BCC2D8D7D"/>
    <w:rsid w:val="00694B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Tom97</b:Tag>
    <b:SourceType>BookSection</b:SourceType>
    <b:Guid>{989FD89D-EA18-4962-A3B8-4ACA6551ECE0}</b:Guid>
    <b:Title>The Deadline: A Novel About Project Management</b:Title>
    <b:Year>1997</b:Year>
    <b:Author>
      <b:Author>
        <b:NameList>
          <b:Person>
            <b:Last>DeMarco</b:Last>
            <b:First>Tom</b:First>
          </b:Person>
        </b:NameList>
      </b:Author>
      <b:BookAuthor>
        <b:NameList>
          <b:Person>
            <b:Last>DeMarco</b:Last>
            <b:First>Tom</b:First>
          </b:Person>
        </b:NameList>
      </b:BookAuthor>
    </b:Author>
    <b:BookTitle>The Deadline: A Novel About Project Management</b:BookTitle>
    <b:Pages>310</b:Pages>
    <b:Publisher>Dorset House</b:Publisher>
    <b:RefOrder>1</b:RefOrder>
  </b:Source>
  <b:Source>
    <b:Tag>Wik</b:Tag>
    <b:SourceType>InternetSite</b:SourceType>
    <b:Guid>{62397ECF-F43B-417D-9DE0-50C96A2A54A3}</b:Guid>
    <b:Title>Failure mode and effects analysis</b:Title>
    <b:Author>
      <b:Author>
        <b:Corporate>Wikipedia</b:Corporate>
      </b:Author>
    </b:Author>
    <b:InternetSiteTitle>Wikipedia</b:InternetSiteTitle>
    <b:URL>https://en.wikipedia.org/wiki/Failure_mode_and_effects_analysis</b:URL>
    <b:RefOrder>2</b:RefOrder>
  </b:Source>
  <b:Source>
    <b:Tag>Wik1</b:Tag>
    <b:SourceType>InternetSite</b:SourceType>
    <b:Guid>{5E876101-7B47-485B-BDF6-3ED35C82A4AC}</b:Guid>
    <b:Author>
      <b:Author>
        <b:Corporate>Wikipedia</b:Corporate>
      </b:Author>
    </b:Author>
    <b:Title>Capability Maturity Model</b:Title>
    <b:InternetSiteTitle>Wikipedia</b:InternetSiteTitle>
    <b:URL>https://en.wikipedia.org/wiki/Capability_Maturity_Model</b:URL>
    <b:RefOrder>3</b:RefOrder>
  </b:Source>
  <b:Source>
    <b:Tag>Wik2</b:Tag>
    <b:SourceType>InternetSite</b:SourceType>
    <b:Guid>{C23C6C2A-D743-49EC-BEA7-0234EE46369B}</b:Guid>
    <b:Author>
      <b:Author>
        <b:Corporate>Wikipedia</b:Corporate>
      </b:Author>
    </b:Author>
    <b:Title>Capability Maturity Model Integration</b:Title>
    <b:InternetSiteTitle>Wikipedia</b:InternetSiteTitle>
    <b:URL>https://en.wikipedia.org/wiki/Capability_Maturity_Model_Integration</b:URL>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customXml/itemProps3.xml><?xml version="1.0" encoding="utf-8"?>
<ds:datastoreItem xmlns:ds="http://schemas.openxmlformats.org/officeDocument/2006/customXml" ds:itemID="{47415ECE-149B-461C-9F7A-6C8634A7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Ion design (blank).dotx</Template>
  <TotalTime>126</TotalTime>
  <Pages>8</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Lab 2</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2</dc:title>
  <dc:subject>PROGRAMMING III – IT7374</dc:subject>
  <dc:creator>Rodrigo Costa #2141030</dc:creator>
  <cp:keywords/>
  <cp:lastModifiedBy>Rodrigo</cp:lastModifiedBy>
  <cp:revision>3</cp:revision>
  <dcterms:created xsi:type="dcterms:W3CDTF">2016-03-16T05:29:00Z</dcterms:created>
  <dcterms:modified xsi:type="dcterms:W3CDTF">2016-03-16T07:34:00Z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